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DDE" w:rsidRDefault="00FF7B86" w:rsidP="009E3C3E">
      <w:pPr>
        <w:pStyle w:val="Podtitul"/>
        <w:spacing w:before="0"/>
        <w:rPr>
          <w:vanish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6393180</wp:posOffset>
                </wp:positionV>
                <wp:extent cx="2045970" cy="339725"/>
                <wp:effectExtent l="3810" t="2540" r="0" b="635"/>
                <wp:wrapNone/>
                <wp:docPr id="8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51B8" w:rsidRPr="00D66D45" w:rsidRDefault="003751B8" w:rsidP="00D66D45">
                            <w:pPr>
                              <w:spacing w:before="0"/>
                              <w:jc w:val="left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D66D45">
                              <w:rPr>
                                <w:sz w:val="14"/>
                                <w:szCs w:val="14"/>
                              </w:rPr>
                              <w:t xml:space="preserve">z. č: </w:t>
                            </w:r>
                            <w:r w:rsidR="00A46BC4">
                              <w:rPr>
                                <w:sz w:val="14"/>
                                <w:szCs w:val="14"/>
                              </w:rPr>
                              <w:t>24_021</w:t>
                            </w:r>
                            <w:proofErr w:type="gramEnd"/>
                          </w:p>
                          <w:p w:rsidR="003751B8" w:rsidRPr="00D66D45" w:rsidRDefault="003751B8" w:rsidP="00D66D45">
                            <w:pPr>
                              <w:spacing w:before="0"/>
                              <w:jc w:val="left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V Brně, </w:t>
                            </w:r>
                            <w:r w:rsidR="00A46BC4">
                              <w:rPr>
                                <w:sz w:val="14"/>
                                <w:szCs w:val="14"/>
                              </w:rPr>
                              <w:t>červenec 2024</w:t>
                            </w:r>
                          </w:p>
                          <w:p w:rsidR="003751B8" w:rsidRDefault="003751B8" w:rsidP="00045580">
                            <w:pPr>
                              <w:spacing w:before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22.05pt;margin-top:503.4pt;width:161.1pt;height:2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" filled="f" stroked="f">
                <v:textbox>
                  <w:txbxContent>
                    <w:p w:rsidR="003751B8" w:rsidRPr="00D66D45" w:rsidRDefault="003751B8" w:rsidP="00D66D45">
                      <w:pPr>
                        <w:spacing w:before="0"/>
                        <w:jc w:val="left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D66D45">
                        <w:rPr>
                          <w:sz w:val="14"/>
                          <w:szCs w:val="14"/>
                        </w:rPr>
                        <w:t xml:space="preserve">z. č: </w:t>
                      </w:r>
                      <w:r w:rsidR="00A46BC4">
                        <w:rPr>
                          <w:sz w:val="14"/>
                          <w:szCs w:val="14"/>
                        </w:rPr>
                        <w:t>24_021</w:t>
                      </w:r>
                    </w:p>
                    <w:p w:rsidR="003751B8" w:rsidRPr="00D66D45" w:rsidRDefault="003751B8" w:rsidP="00D66D45">
                      <w:pPr>
                        <w:spacing w:before="0"/>
                        <w:jc w:val="left"/>
                        <w:rPr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V Brně, </w:t>
                      </w:r>
                      <w:r w:rsidR="00A46BC4">
                        <w:rPr>
                          <w:sz w:val="14"/>
                          <w:szCs w:val="14"/>
                        </w:rPr>
                        <w:t>červenec 2024</w:t>
                      </w:r>
                    </w:p>
                    <w:p w:rsidR="003751B8" w:rsidRDefault="003751B8" w:rsidP="00045580">
                      <w:pPr>
                        <w:spacing w:before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6974840</wp:posOffset>
                </wp:positionV>
                <wp:extent cx="1920240" cy="274320"/>
                <wp:effectExtent l="3810" t="3175" r="0" b="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2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51B8" w:rsidRDefault="003751B8">
                            <w:pPr>
                              <w:spacing w:before="0"/>
                              <w:jc w:val="left"/>
                              <w:rPr>
                                <w:i/>
                              </w:rPr>
                            </w:pPr>
                            <w:r>
                              <w:t xml:space="preserve">BRNO, </w:t>
                            </w:r>
                            <w:r w:rsidR="00FF7B86">
                              <w:rPr>
                                <w:noProof/>
                              </w:rPr>
                              <w:fldChar w:fldCharType="begin"/>
                            </w:r>
                            <w:r w:rsidR="00FF7B86">
                              <w:rPr>
                                <w:noProof/>
                              </w:rPr>
                              <w:instrText xml:space="preserve"> CREATEDATE \@ "MMMM yyyy" \* MERGEFORMAT </w:instrText>
                            </w:r>
                            <w:r w:rsidR="00FF7B86"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leden 2014</w:t>
                            </w:r>
                            <w:r w:rsidR="00FF7B86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3751B8" w:rsidRDefault="003751B8">
                            <w:pPr>
                              <w:spacing w:before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22.05pt;margin-top:549.2pt;width:151.2pt;height:2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yLWtwIAAMA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" filled="f" stroked="f">
                <v:textbox>
                  <w:txbxContent>
                    <w:p w:rsidR="003751B8" w:rsidRDefault="003751B8">
                      <w:pPr>
                        <w:spacing w:before="0"/>
                        <w:jc w:val="left"/>
                        <w:rPr>
                          <w:i/>
                        </w:rPr>
                      </w:pPr>
                      <w:r>
                        <w:t xml:space="preserve">BRNO, </w:t>
                      </w:r>
                      <w:r w:rsidR="00FF7B86">
                        <w:rPr>
                          <w:noProof/>
                        </w:rPr>
                        <w:fldChar w:fldCharType="begin"/>
                      </w:r>
                      <w:r w:rsidR="00FF7B86">
                        <w:rPr>
                          <w:noProof/>
                        </w:rPr>
                        <w:instrText xml:space="preserve"> CREATEDATE \@ "MMMM yyyy" \* MERGEFORMAT </w:instrText>
                      </w:r>
                      <w:r w:rsidR="00FF7B86"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leden 2014</w:t>
                      </w:r>
                      <w:r w:rsidR="00FF7B86">
                        <w:rPr>
                          <w:noProof/>
                        </w:rPr>
                        <w:fldChar w:fldCharType="end"/>
                      </w:r>
                    </w:p>
                    <w:p w:rsidR="003751B8" w:rsidRDefault="003751B8">
                      <w:pPr>
                        <w:spacing w:before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1" layoutInCell="0" allowOverlap="1">
                <wp:simplePos x="0" y="0"/>
                <wp:positionH relativeFrom="page">
                  <wp:posOffset>252095</wp:posOffset>
                </wp:positionH>
                <wp:positionV relativeFrom="page">
                  <wp:align>center</wp:align>
                </wp:positionV>
                <wp:extent cx="4846320" cy="7283450"/>
                <wp:effectExtent l="0" t="3810" r="254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728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51B8" w:rsidRDefault="003751B8" w:rsidP="00045580">
                            <w:pPr>
                              <w:spacing w:before="240"/>
                              <w:jc w:val="left"/>
                              <w:rPr>
                                <w:rFonts w:cs="Arial"/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aps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802005" cy="517525"/>
                                  <wp:effectExtent l="19050" t="0" r="0" b="0"/>
                                  <wp:docPr id="1" name="obrázek 1" descr="Schránka01t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Schránka01t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2005" cy="517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751B8" w:rsidRPr="00045580" w:rsidRDefault="003751B8" w:rsidP="005F278E">
                            <w:pPr>
                              <w:spacing w:before="240"/>
                              <w:jc w:val="center"/>
                              <w:rPr>
                                <w:rFonts w:cs="Arial"/>
                                <w:b/>
                                <w:caps/>
                                <w:sz w:val="20"/>
                              </w:rPr>
                            </w:pPr>
                          </w:p>
                          <w:p w:rsidR="003751B8" w:rsidRDefault="003751B8" w:rsidP="00CF64B2">
                            <w:pPr>
                              <w:pStyle w:val="Odstavecseseznamem"/>
                              <w:ind w:left="0"/>
                              <w:jc w:val="center"/>
                              <w:rPr>
                                <w:rFonts w:ascii="Arial Black" w:hAnsi="Arial Black"/>
                                <w:b/>
                                <w:sz w:val="36"/>
                                <w:szCs w:val="44"/>
                              </w:rPr>
                            </w:pPr>
                          </w:p>
                          <w:p w:rsidR="00A46BC4" w:rsidRPr="00F63484" w:rsidRDefault="00A46BC4" w:rsidP="00A46BC4">
                            <w:pPr>
                              <w:contextualSpacing/>
                              <w:jc w:val="center"/>
                              <w:rPr>
                                <w:rFonts w:ascii="Arial Black" w:hAnsi="Arial Black" w:cs="Arial"/>
                                <w:b/>
                                <w:sz w:val="30"/>
                                <w:szCs w:val="30"/>
                              </w:rPr>
                            </w:pPr>
                            <w:r w:rsidRPr="00F63484">
                              <w:rPr>
                                <w:rFonts w:ascii="Arial Black" w:hAnsi="Arial Black" w:cs="Arial"/>
                                <w:b/>
                                <w:sz w:val="30"/>
                                <w:szCs w:val="30"/>
                              </w:rPr>
                              <w:t>OPRAVA SOCIÁLNÍHO ZAŘÍZENÍ OBJEKTU „Z“ KOLEJE AKADEMIE, tř. GEN. PÍKY 7, BRNO</w:t>
                            </w:r>
                          </w:p>
                          <w:p w:rsidR="003751B8" w:rsidRDefault="003751B8" w:rsidP="00501531">
                            <w:pPr>
                              <w:pStyle w:val="Odstavecseseznamem"/>
                              <w:ind w:left="0"/>
                              <w:jc w:val="center"/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3751B8" w:rsidRPr="00501531" w:rsidRDefault="003751B8" w:rsidP="00501531">
                            <w:pPr>
                              <w:pStyle w:val="Odstavecseseznamem"/>
                              <w:ind w:left="0"/>
                              <w:jc w:val="center"/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3751B8" w:rsidRPr="0067152C" w:rsidRDefault="00A03BB8" w:rsidP="00501531">
                            <w:pPr>
                              <w:spacing w:before="200"/>
                              <w:jc w:val="center"/>
                              <w:rPr>
                                <w:b/>
                                <w:caps/>
                                <w:sz w:val="28"/>
                              </w:rPr>
                            </w:pPr>
                            <w:r w:rsidRPr="0067152C">
                              <w:rPr>
                                <w:b/>
                              </w:rPr>
                              <w:fldChar w:fldCharType="begin"/>
                            </w:r>
                            <w:r w:rsidR="003751B8" w:rsidRPr="0067152C">
                              <w:rPr>
                                <w:b/>
                              </w:rPr>
                              <w:instrText xml:space="preserve"> DOCPROPERTY "část projektu - číslo"  \* MERGEFORMAT </w:instrText>
                            </w:r>
                            <w:r w:rsidRPr="0067152C">
                              <w:rPr>
                                <w:b/>
                              </w:rPr>
                              <w:fldChar w:fldCharType="separate"/>
                            </w:r>
                            <w:proofErr w:type="gramStart"/>
                            <w:r w:rsidR="003751B8" w:rsidRPr="0067152C">
                              <w:rPr>
                                <w:b/>
                                <w:caps/>
                                <w:sz w:val="28"/>
                              </w:rPr>
                              <w:t>D.1</w:t>
                            </w:r>
                            <w:r w:rsidRPr="0067152C">
                              <w:rPr>
                                <w:b/>
                              </w:rPr>
                              <w:fldChar w:fldCharType="end"/>
                            </w:r>
                            <w:r w:rsidR="003751B8" w:rsidRPr="0067152C">
                              <w:rPr>
                                <w:b/>
                                <w:caps/>
                                <w:sz w:val="28"/>
                              </w:rPr>
                              <w:t>.</w:t>
                            </w:r>
                            <w:r w:rsidR="00E44D34">
                              <w:rPr>
                                <w:b/>
                                <w:caps/>
                                <w:sz w:val="28"/>
                              </w:rPr>
                              <w:t>4</w:t>
                            </w:r>
                            <w:proofErr w:type="gramEnd"/>
                            <w:r w:rsidR="00E44D34">
                              <w:rPr>
                                <w:b/>
                                <w:caps/>
                                <w:sz w:val="28"/>
                              </w:rPr>
                              <w:t>.</w:t>
                            </w:r>
                            <w:r w:rsidR="00FF7B86">
                              <w:rPr>
                                <w:b/>
                                <w:caps/>
                                <w:sz w:val="28"/>
                              </w:rPr>
                              <w:fldChar w:fldCharType="begin"/>
                            </w:r>
                            <w:r w:rsidR="00FF7B86">
                              <w:rPr>
                                <w:b/>
                                <w:caps/>
                                <w:sz w:val="28"/>
                              </w:rPr>
                              <w:instrText xml:space="preserve"> DOCPROPERTY "podčást - číslo"  \* MERGEFORMAT </w:instrText>
                            </w:r>
                            <w:r w:rsidR="00FF7B86">
                              <w:rPr>
                                <w:b/>
                                <w:caps/>
                                <w:sz w:val="28"/>
                              </w:rPr>
                              <w:fldChar w:fldCharType="separate"/>
                            </w:r>
                            <w:r w:rsidR="003751B8" w:rsidRPr="0067152C">
                              <w:rPr>
                                <w:b/>
                                <w:caps/>
                                <w:sz w:val="28"/>
                              </w:rPr>
                              <w:t>1</w:t>
                            </w:r>
                            <w:r w:rsidR="00FF7B86">
                              <w:rPr>
                                <w:b/>
                                <w:caps/>
                                <w:sz w:val="28"/>
                              </w:rPr>
                              <w:fldChar w:fldCharType="end"/>
                            </w:r>
                            <w:r w:rsidR="003751B8" w:rsidRPr="0067152C">
                              <w:rPr>
                                <w:b/>
                                <w:caps/>
                                <w:sz w:val="28"/>
                              </w:rPr>
                              <w:t xml:space="preserve"> – </w:t>
                            </w:r>
                            <w:r w:rsidR="00A46BC4">
                              <w:rPr>
                                <w:b/>
                                <w:caps/>
                                <w:sz w:val="28"/>
                              </w:rPr>
                              <w:t>ZDRAVOTNĚ TECHNICKÉ INSTALACE</w:t>
                            </w:r>
                          </w:p>
                          <w:p w:rsidR="003751B8" w:rsidRDefault="003751B8" w:rsidP="0067152C">
                            <w:pPr>
                              <w:spacing w:before="0"/>
                              <w:jc w:val="center"/>
                              <w:rPr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</w:p>
                          <w:p w:rsidR="0067152C" w:rsidRPr="00501531" w:rsidRDefault="0067152C" w:rsidP="00501531">
                            <w:pPr>
                              <w:spacing w:before="200"/>
                              <w:jc w:val="center"/>
                              <w:rPr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</w:p>
                          <w:p w:rsidR="003751B8" w:rsidRPr="00045580" w:rsidRDefault="003751B8" w:rsidP="00045580">
                            <w:pPr>
                              <w:spacing w:before="160"/>
                              <w:ind w:left="567" w:right="533"/>
                              <w:jc w:val="center"/>
                              <w:rPr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 w:rsidRPr="00045580">
                              <w:rPr>
                                <w:b/>
                                <w:caps/>
                                <w:sz w:val="24"/>
                                <w:szCs w:val="24"/>
                              </w:rPr>
                              <w:t xml:space="preserve">dOKUMENTACE PRO </w:t>
                            </w:r>
                            <w:r>
                              <w:rPr>
                                <w:b/>
                                <w:caps/>
                                <w:sz w:val="24"/>
                                <w:szCs w:val="24"/>
                              </w:rPr>
                              <w:t>provádění stavby</w:t>
                            </w:r>
                          </w:p>
                          <w:p w:rsidR="003751B8" w:rsidRDefault="003751B8" w:rsidP="00045580">
                            <w:pPr>
                              <w:tabs>
                                <w:tab w:val="left" w:pos="426"/>
                              </w:tabs>
                              <w:ind w:left="426" w:right="275"/>
                              <w:jc w:val="left"/>
                            </w:pPr>
                          </w:p>
                          <w:p w:rsidR="0082099D" w:rsidRDefault="0082099D" w:rsidP="00045580">
                            <w:pPr>
                              <w:tabs>
                                <w:tab w:val="left" w:pos="426"/>
                              </w:tabs>
                              <w:ind w:left="426" w:right="275"/>
                              <w:jc w:val="left"/>
                            </w:pPr>
                          </w:p>
                          <w:p w:rsidR="0082099D" w:rsidRDefault="0082099D" w:rsidP="0082099D">
                            <w:pPr>
                              <w:ind w:firstLine="567"/>
                              <w:contextualSpacing/>
                              <w:rPr>
                                <w:rFonts w:cs="Arial"/>
                                <w:b/>
                                <w:szCs w:val="22"/>
                              </w:rPr>
                            </w:pPr>
                            <w:r>
                              <w:t xml:space="preserve">Investor: </w:t>
                            </w:r>
                            <w:r>
                              <w:tab/>
                            </w:r>
                            <w:r>
                              <w:rPr>
                                <w:rFonts w:cs="Arial"/>
                                <w:b/>
                                <w:szCs w:val="22"/>
                              </w:rPr>
                              <w:t>Mendelova univerzita v Brně</w:t>
                            </w:r>
                          </w:p>
                          <w:p w:rsidR="0082099D" w:rsidRPr="00F17889" w:rsidRDefault="0082099D" w:rsidP="0082099D">
                            <w:pPr>
                              <w:contextualSpacing/>
                              <w:rPr>
                                <w:rStyle w:val="Siln"/>
                                <w:rFonts w:cs="Arial"/>
                                <w:bCs w:val="0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b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b/>
                                <w:szCs w:val="22"/>
                              </w:rPr>
                              <w:tab/>
                              <w:t>Správa kolejí a menz</w:t>
                            </w:r>
                          </w:p>
                          <w:p w:rsidR="0082099D" w:rsidRPr="00C41FC6" w:rsidRDefault="0082099D" w:rsidP="0082099D">
                            <w:pPr>
                              <w:shd w:val="clear" w:color="auto" w:fill="FFFFFF"/>
                              <w:ind w:left="1418" w:firstLine="709"/>
                              <w:rPr>
                                <w:bCs/>
                                <w:szCs w:val="22"/>
                              </w:rPr>
                            </w:pPr>
                            <w:r>
                              <w:rPr>
                                <w:bCs/>
                                <w:szCs w:val="22"/>
                              </w:rPr>
                              <w:t>Kohoutova 11, 613 00 Brno</w:t>
                            </w:r>
                          </w:p>
                          <w:p w:rsidR="0082099D" w:rsidRPr="00C41FC6" w:rsidRDefault="0082099D" w:rsidP="0082099D">
                            <w:pPr>
                              <w:shd w:val="clear" w:color="auto" w:fill="FFFFFF"/>
                              <w:ind w:left="1418" w:firstLine="709"/>
                              <w:rPr>
                                <w:rFonts w:cs="Arial"/>
                                <w:szCs w:val="22"/>
                              </w:rPr>
                            </w:pPr>
                            <w:r w:rsidRPr="00C41FC6">
                              <w:rPr>
                                <w:bCs/>
                                <w:szCs w:val="22"/>
                              </w:rPr>
                              <w:t>IČ</w:t>
                            </w:r>
                            <w:r>
                              <w:rPr>
                                <w:bCs/>
                                <w:szCs w:val="22"/>
                              </w:rPr>
                              <w:t>O</w:t>
                            </w:r>
                            <w:r w:rsidRPr="00C41FC6">
                              <w:rPr>
                                <w:bCs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bCs/>
                                <w:szCs w:val="22"/>
                              </w:rPr>
                              <w:t>621 56</w:t>
                            </w:r>
                            <w:r>
                              <w:rPr>
                                <w:bCs/>
                                <w:szCs w:val="22"/>
                              </w:rPr>
                              <w:t> </w:t>
                            </w:r>
                            <w:r>
                              <w:rPr>
                                <w:bCs/>
                                <w:szCs w:val="22"/>
                              </w:rPr>
                              <w:t>489</w:t>
                            </w:r>
                          </w:p>
                          <w:p w:rsidR="003751B8" w:rsidRDefault="003751B8" w:rsidP="00045580">
                            <w:pPr>
                              <w:tabs>
                                <w:tab w:val="left" w:pos="3544"/>
                              </w:tabs>
                              <w:ind w:left="426" w:right="275"/>
                              <w:jc w:val="left"/>
                              <w:rPr>
                                <w:rFonts w:cs="Arial"/>
                              </w:rPr>
                            </w:pPr>
                          </w:p>
                          <w:p w:rsidR="0082099D" w:rsidRDefault="0082099D" w:rsidP="00045580">
                            <w:pPr>
                              <w:tabs>
                                <w:tab w:val="left" w:pos="3544"/>
                              </w:tabs>
                              <w:ind w:left="426" w:right="275"/>
                              <w:jc w:val="left"/>
                              <w:rPr>
                                <w:rFonts w:cs="Arial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A46BC4" w:rsidRDefault="00A46BC4" w:rsidP="00A46BC4">
                            <w:pPr>
                              <w:tabs>
                                <w:tab w:val="left" w:pos="567"/>
                                <w:tab w:val="left" w:pos="709"/>
                              </w:tabs>
                              <w:rPr>
                                <w:rFonts w:cs="Arial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ab/>
                              <w:t>Zpracovatel</w:t>
                            </w:r>
                            <w:r w:rsidRPr="003933A7">
                              <w:rPr>
                                <w:rFonts w:cs="Arial"/>
                              </w:rPr>
                              <w:t>:</w:t>
                            </w:r>
                            <w:r w:rsidRPr="003933A7">
                              <w:rPr>
                                <w:rFonts w:cs="Arial"/>
                                <w:b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b/>
                                <w:szCs w:val="22"/>
                              </w:rPr>
                              <w:t>MENHIR projekt, s.r.o.</w:t>
                            </w:r>
                          </w:p>
                          <w:p w:rsidR="00A46BC4" w:rsidRPr="0082099D" w:rsidRDefault="00A46BC4" w:rsidP="0082099D">
                            <w:pPr>
                              <w:shd w:val="clear" w:color="auto" w:fill="FFFFFF"/>
                              <w:ind w:left="1418" w:firstLine="709"/>
                              <w:rPr>
                                <w:bCs/>
                                <w:szCs w:val="22"/>
                              </w:rPr>
                            </w:pPr>
                            <w:r w:rsidRPr="0082099D">
                              <w:rPr>
                                <w:bCs/>
                                <w:szCs w:val="22"/>
                              </w:rPr>
                              <w:t xml:space="preserve">Lazaretní 11, </w:t>
                            </w:r>
                            <w:proofErr w:type="gramStart"/>
                            <w:r w:rsidRPr="0082099D">
                              <w:rPr>
                                <w:bCs/>
                                <w:szCs w:val="22"/>
                              </w:rPr>
                              <w:t>615 00  Brno</w:t>
                            </w:r>
                            <w:proofErr w:type="gramEnd"/>
                          </w:p>
                          <w:p w:rsidR="00A46BC4" w:rsidRPr="0082099D" w:rsidRDefault="00A46BC4" w:rsidP="00A46BC4">
                            <w:pPr>
                              <w:shd w:val="clear" w:color="auto" w:fill="FFFFFF"/>
                              <w:ind w:left="1418" w:firstLine="709"/>
                              <w:rPr>
                                <w:szCs w:val="22"/>
                              </w:rPr>
                            </w:pPr>
                            <w:r w:rsidRPr="0082099D">
                              <w:rPr>
                                <w:szCs w:val="22"/>
                              </w:rPr>
                              <w:t xml:space="preserve">IČ: 634 70 250 </w:t>
                            </w:r>
                          </w:p>
                          <w:p w:rsidR="003751B8" w:rsidRDefault="003751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0;text-align:left;margin-left:19.85pt;margin-top:0;width:381.6pt;height:573.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ZXgugIAAME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" o:allowincell="f" filled="f" stroked="f">
                <v:textbox>
                  <w:txbxContent>
                    <w:p w:rsidR="003751B8" w:rsidRDefault="003751B8" w:rsidP="00045580">
                      <w:pPr>
                        <w:spacing w:before="240"/>
                        <w:jc w:val="left"/>
                        <w:rPr>
                          <w:rFonts w:cs="Arial"/>
                          <w:b/>
                          <w:caps/>
                          <w:sz w:val="40"/>
                          <w:szCs w:val="40"/>
                        </w:rPr>
                      </w:pPr>
                      <w:r>
                        <w:rPr>
                          <w:rFonts w:cs="Arial"/>
                          <w:b/>
                          <w:caps/>
                          <w:noProof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802005" cy="517525"/>
                            <wp:effectExtent l="19050" t="0" r="0" b="0"/>
                            <wp:docPr id="1" name="obrázek 1" descr="Schránka01t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Schránka01t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2005" cy="517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751B8" w:rsidRPr="00045580" w:rsidRDefault="003751B8" w:rsidP="005F278E">
                      <w:pPr>
                        <w:spacing w:before="240"/>
                        <w:jc w:val="center"/>
                        <w:rPr>
                          <w:rFonts w:cs="Arial"/>
                          <w:b/>
                          <w:caps/>
                          <w:sz w:val="20"/>
                        </w:rPr>
                      </w:pPr>
                    </w:p>
                    <w:p w:rsidR="003751B8" w:rsidRDefault="003751B8" w:rsidP="00CF64B2">
                      <w:pPr>
                        <w:pStyle w:val="Odstavecseseznamem"/>
                        <w:ind w:left="0"/>
                        <w:jc w:val="center"/>
                        <w:rPr>
                          <w:rFonts w:ascii="Arial Black" w:hAnsi="Arial Black"/>
                          <w:b/>
                          <w:sz w:val="36"/>
                          <w:szCs w:val="44"/>
                        </w:rPr>
                      </w:pPr>
                    </w:p>
                    <w:p w:rsidR="00A46BC4" w:rsidRPr="00F63484" w:rsidRDefault="00A46BC4" w:rsidP="00A46BC4">
                      <w:pPr>
                        <w:contextualSpacing/>
                        <w:jc w:val="center"/>
                        <w:rPr>
                          <w:rFonts w:ascii="Arial Black" w:hAnsi="Arial Black" w:cs="Arial"/>
                          <w:b/>
                          <w:sz w:val="30"/>
                          <w:szCs w:val="30"/>
                        </w:rPr>
                      </w:pPr>
                      <w:r w:rsidRPr="00F63484">
                        <w:rPr>
                          <w:rFonts w:ascii="Arial Black" w:hAnsi="Arial Black" w:cs="Arial"/>
                          <w:b/>
                          <w:sz w:val="30"/>
                          <w:szCs w:val="30"/>
                        </w:rPr>
                        <w:t>OPRAVA SOCIÁLNÍHO ZAŘÍZENÍ OBJEKTU „Z“ KOLEJE AKADEMIE, tř. GEN. PÍKY 7, BRNO</w:t>
                      </w:r>
                    </w:p>
                    <w:p w:rsidR="003751B8" w:rsidRDefault="003751B8" w:rsidP="00501531">
                      <w:pPr>
                        <w:pStyle w:val="Odstavecseseznamem"/>
                        <w:ind w:left="0"/>
                        <w:jc w:val="center"/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</w:pPr>
                    </w:p>
                    <w:p w:rsidR="003751B8" w:rsidRPr="00501531" w:rsidRDefault="003751B8" w:rsidP="00501531">
                      <w:pPr>
                        <w:pStyle w:val="Odstavecseseznamem"/>
                        <w:ind w:left="0"/>
                        <w:jc w:val="center"/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</w:pPr>
                    </w:p>
                    <w:p w:rsidR="003751B8" w:rsidRPr="0067152C" w:rsidRDefault="00A03BB8" w:rsidP="00501531">
                      <w:pPr>
                        <w:spacing w:before="200"/>
                        <w:jc w:val="center"/>
                        <w:rPr>
                          <w:b/>
                          <w:caps/>
                          <w:sz w:val="28"/>
                        </w:rPr>
                      </w:pPr>
                      <w:r w:rsidRPr="0067152C">
                        <w:rPr>
                          <w:b/>
                        </w:rPr>
                        <w:fldChar w:fldCharType="begin"/>
                      </w:r>
                      <w:r w:rsidR="003751B8" w:rsidRPr="0067152C">
                        <w:rPr>
                          <w:b/>
                        </w:rPr>
                        <w:instrText xml:space="preserve"> DOCPROPERTY "část projektu - číslo"  \* MERGEFORMAT </w:instrText>
                      </w:r>
                      <w:r w:rsidRPr="0067152C">
                        <w:rPr>
                          <w:b/>
                        </w:rPr>
                        <w:fldChar w:fldCharType="separate"/>
                      </w:r>
                      <w:proofErr w:type="gramStart"/>
                      <w:r w:rsidR="003751B8" w:rsidRPr="0067152C">
                        <w:rPr>
                          <w:b/>
                          <w:caps/>
                          <w:sz w:val="28"/>
                        </w:rPr>
                        <w:t>D.1</w:t>
                      </w:r>
                      <w:r w:rsidRPr="0067152C">
                        <w:rPr>
                          <w:b/>
                        </w:rPr>
                        <w:fldChar w:fldCharType="end"/>
                      </w:r>
                      <w:r w:rsidR="003751B8" w:rsidRPr="0067152C">
                        <w:rPr>
                          <w:b/>
                          <w:caps/>
                          <w:sz w:val="28"/>
                        </w:rPr>
                        <w:t>.</w:t>
                      </w:r>
                      <w:r w:rsidR="00E44D34">
                        <w:rPr>
                          <w:b/>
                          <w:caps/>
                          <w:sz w:val="28"/>
                        </w:rPr>
                        <w:t>4</w:t>
                      </w:r>
                      <w:proofErr w:type="gramEnd"/>
                      <w:r w:rsidR="00E44D34">
                        <w:rPr>
                          <w:b/>
                          <w:caps/>
                          <w:sz w:val="28"/>
                        </w:rPr>
                        <w:t>.</w:t>
                      </w:r>
                      <w:r w:rsidR="00FF7B86">
                        <w:rPr>
                          <w:b/>
                          <w:caps/>
                          <w:sz w:val="28"/>
                        </w:rPr>
                        <w:fldChar w:fldCharType="begin"/>
                      </w:r>
                      <w:r w:rsidR="00FF7B86">
                        <w:rPr>
                          <w:b/>
                          <w:caps/>
                          <w:sz w:val="28"/>
                        </w:rPr>
                        <w:instrText xml:space="preserve"> DOCPROPERTY "podčást - číslo"  \* MERGEFORMAT </w:instrText>
                      </w:r>
                      <w:r w:rsidR="00FF7B86">
                        <w:rPr>
                          <w:b/>
                          <w:caps/>
                          <w:sz w:val="28"/>
                        </w:rPr>
                        <w:fldChar w:fldCharType="separate"/>
                      </w:r>
                      <w:r w:rsidR="003751B8" w:rsidRPr="0067152C">
                        <w:rPr>
                          <w:b/>
                          <w:caps/>
                          <w:sz w:val="28"/>
                        </w:rPr>
                        <w:t>1</w:t>
                      </w:r>
                      <w:r w:rsidR="00FF7B86">
                        <w:rPr>
                          <w:b/>
                          <w:caps/>
                          <w:sz w:val="28"/>
                        </w:rPr>
                        <w:fldChar w:fldCharType="end"/>
                      </w:r>
                      <w:r w:rsidR="003751B8" w:rsidRPr="0067152C">
                        <w:rPr>
                          <w:b/>
                          <w:caps/>
                          <w:sz w:val="28"/>
                        </w:rPr>
                        <w:t xml:space="preserve"> – </w:t>
                      </w:r>
                      <w:r w:rsidR="00A46BC4">
                        <w:rPr>
                          <w:b/>
                          <w:caps/>
                          <w:sz w:val="28"/>
                        </w:rPr>
                        <w:t>ZDRAVOTNĚ TECHNICKÉ INSTALACE</w:t>
                      </w:r>
                    </w:p>
                    <w:p w:rsidR="003751B8" w:rsidRDefault="003751B8" w:rsidP="0067152C">
                      <w:pPr>
                        <w:spacing w:before="0"/>
                        <w:jc w:val="center"/>
                        <w:rPr>
                          <w:b/>
                          <w:caps/>
                          <w:sz w:val="32"/>
                          <w:szCs w:val="32"/>
                        </w:rPr>
                      </w:pPr>
                    </w:p>
                    <w:p w:rsidR="0067152C" w:rsidRPr="00501531" w:rsidRDefault="0067152C" w:rsidP="00501531">
                      <w:pPr>
                        <w:spacing w:before="200"/>
                        <w:jc w:val="center"/>
                        <w:rPr>
                          <w:b/>
                          <w:caps/>
                          <w:sz w:val="32"/>
                          <w:szCs w:val="32"/>
                        </w:rPr>
                      </w:pPr>
                    </w:p>
                    <w:p w:rsidR="003751B8" w:rsidRPr="00045580" w:rsidRDefault="003751B8" w:rsidP="00045580">
                      <w:pPr>
                        <w:spacing w:before="160"/>
                        <w:ind w:left="567" w:right="533"/>
                        <w:jc w:val="center"/>
                        <w:rPr>
                          <w:b/>
                          <w:caps/>
                          <w:sz w:val="24"/>
                          <w:szCs w:val="24"/>
                        </w:rPr>
                      </w:pPr>
                      <w:r w:rsidRPr="00045580">
                        <w:rPr>
                          <w:b/>
                          <w:caps/>
                          <w:sz w:val="24"/>
                          <w:szCs w:val="24"/>
                        </w:rPr>
                        <w:t xml:space="preserve">dOKUMENTACE PRO </w:t>
                      </w:r>
                      <w:r>
                        <w:rPr>
                          <w:b/>
                          <w:caps/>
                          <w:sz w:val="24"/>
                          <w:szCs w:val="24"/>
                        </w:rPr>
                        <w:t>provádění stavby</w:t>
                      </w:r>
                    </w:p>
                    <w:p w:rsidR="003751B8" w:rsidRDefault="003751B8" w:rsidP="00045580">
                      <w:pPr>
                        <w:tabs>
                          <w:tab w:val="left" w:pos="426"/>
                        </w:tabs>
                        <w:ind w:left="426" w:right="275"/>
                        <w:jc w:val="left"/>
                      </w:pPr>
                    </w:p>
                    <w:p w:rsidR="0082099D" w:rsidRDefault="0082099D" w:rsidP="00045580">
                      <w:pPr>
                        <w:tabs>
                          <w:tab w:val="left" w:pos="426"/>
                        </w:tabs>
                        <w:ind w:left="426" w:right="275"/>
                        <w:jc w:val="left"/>
                      </w:pPr>
                    </w:p>
                    <w:p w:rsidR="0082099D" w:rsidRDefault="0082099D" w:rsidP="0082099D">
                      <w:pPr>
                        <w:ind w:firstLine="567"/>
                        <w:contextualSpacing/>
                        <w:rPr>
                          <w:rFonts w:cs="Arial"/>
                          <w:b/>
                          <w:szCs w:val="22"/>
                        </w:rPr>
                      </w:pPr>
                      <w:r>
                        <w:t xml:space="preserve">Investor: </w:t>
                      </w:r>
                      <w:r>
                        <w:tab/>
                      </w:r>
                      <w:r>
                        <w:rPr>
                          <w:rFonts w:cs="Arial"/>
                          <w:b/>
                          <w:szCs w:val="22"/>
                        </w:rPr>
                        <w:t>Mendelova univerzita v Brně</w:t>
                      </w:r>
                    </w:p>
                    <w:p w:rsidR="0082099D" w:rsidRPr="00F17889" w:rsidRDefault="0082099D" w:rsidP="0082099D">
                      <w:pPr>
                        <w:contextualSpacing/>
                        <w:rPr>
                          <w:rStyle w:val="Siln"/>
                          <w:rFonts w:cs="Arial"/>
                          <w:bCs w:val="0"/>
                          <w:szCs w:val="22"/>
                        </w:rPr>
                      </w:pPr>
                      <w:r>
                        <w:rPr>
                          <w:rFonts w:cs="Arial"/>
                          <w:b/>
                          <w:szCs w:val="22"/>
                        </w:rPr>
                        <w:tab/>
                      </w:r>
                      <w:r>
                        <w:rPr>
                          <w:rFonts w:cs="Arial"/>
                          <w:b/>
                          <w:szCs w:val="22"/>
                        </w:rPr>
                        <w:tab/>
                      </w:r>
                      <w:r>
                        <w:rPr>
                          <w:rFonts w:cs="Arial"/>
                          <w:b/>
                          <w:szCs w:val="22"/>
                        </w:rPr>
                        <w:tab/>
                        <w:t>Správa kolejí a menz</w:t>
                      </w:r>
                    </w:p>
                    <w:p w:rsidR="0082099D" w:rsidRPr="00C41FC6" w:rsidRDefault="0082099D" w:rsidP="0082099D">
                      <w:pPr>
                        <w:shd w:val="clear" w:color="auto" w:fill="FFFFFF"/>
                        <w:ind w:left="1418" w:firstLine="709"/>
                        <w:rPr>
                          <w:bCs/>
                          <w:szCs w:val="22"/>
                        </w:rPr>
                      </w:pPr>
                      <w:r>
                        <w:rPr>
                          <w:bCs/>
                          <w:szCs w:val="22"/>
                        </w:rPr>
                        <w:t>Kohoutova 11, 613 00 Brno</w:t>
                      </w:r>
                    </w:p>
                    <w:p w:rsidR="0082099D" w:rsidRPr="00C41FC6" w:rsidRDefault="0082099D" w:rsidP="0082099D">
                      <w:pPr>
                        <w:shd w:val="clear" w:color="auto" w:fill="FFFFFF"/>
                        <w:ind w:left="1418" w:firstLine="709"/>
                        <w:rPr>
                          <w:rFonts w:cs="Arial"/>
                          <w:szCs w:val="22"/>
                        </w:rPr>
                      </w:pPr>
                      <w:r w:rsidRPr="00C41FC6">
                        <w:rPr>
                          <w:bCs/>
                          <w:szCs w:val="22"/>
                        </w:rPr>
                        <w:t>IČ</w:t>
                      </w:r>
                      <w:r>
                        <w:rPr>
                          <w:bCs/>
                          <w:szCs w:val="22"/>
                        </w:rPr>
                        <w:t>O</w:t>
                      </w:r>
                      <w:r w:rsidRPr="00C41FC6">
                        <w:rPr>
                          <w:bCs/>
                          <w:szCs w:val="22"/>
                        </w:rPr>
                        <w:t xml:space="preserve">: </w:t>
                      </w:r>
                      <w:r>
                        <w:rPr>
                          <w:bCs/>
                          <w:szCs w:val="22"/>
                        </w:rPr>
                        <w:t>621 56</w:t>
                      </w:r>
                      <w:r>
                        <w:rPr>
                          <w:bCs/>
                          <w:szCs w:val="22"/>
                        </w:rPr>
                        <w:t> </w:t>
                      </w:r>
                      <w:r>
                        <w:rPr>
                          <w:bCs/>
                          <w:szCs w:val="22"/>
                        </w:rPr>
                        <w:t>489</w:t>
                      </w:r>
                    </w:p>
                    <w:p w:rsidR="003751B8" w:rsidRDefault="003751B8" w:rsidP="00045580">
                      <w:pPr>
                        <w:tabs>
                          <w:tab w:val="left" w:pos="3544"/>
                        </w:tabs>
                        <w:ind w:left="426" w:right="275"/>
                        <w:jc w:val="left"/>
                        <w:rPr>
                          <w:rFonts w:cs="Arial"/>
                        </w:rPr>
                      </w:pPr>
                    </w:p>
                    <w:p w:rsidR="0082099D" w:rsidRDefault="0082099D" w:rsidP="00045580">
                      <w:pPr>
                        <w:tabs>
                          <w:tab w:val="left" w:pos="3544"/>
                        </w:tabs>
                        <w:ind w:left="426" w:right="275"/>
                        <w:jc w:val="left"/>
                        <w:rPr>
                          <w:rFonts w:cs="Arial"/>
                        </w:rPr>
                      </w:pPr>
                      <w:bookmarkStart w:id="1" w:name="_GoBack"/>
                      <w:bookmarkEnd w:id="1"/>
                    </w:p>
                    <w:p w:rsidR="00A46BC4" w:rsidRDefault="00A46BC4" w:rsidP="00A46BC4">
                      <w:pPr>
                        <w:tabs>
                          <w:tab w:val="left" w:pos="567"/>
                          <w:tab w:val="left" w:pos="709"/>
                        </w:tabs>
                        <w:rPr>
                          <w:rFonts w:cs="Arial"/>
                          <w:szCs w:val="22"/>
                        </w:rPr>
                      </w:pPr>
                      <w:r>
                        <w:rPr>
                          <w:rFonts w:cs="Arial"/>
                        </w:rPr>
                        <w:tab/>
                        <w:t>Zpracovatel</w:t>
                      </w:r>
                      <w:r w:rsidRPr="003933A7">
                        <w:rPr>
                          <w:rFonts w:cs="Arial"/>
                        </w:rPr>
                        <w:t>:</w:t>
                      </w:r>
                      <w:r w:rsidRPr="003933A7">
                        <w:rPr>
                          <w:rFonts w:cs="Arial"/>
                          <w:b/>
                        </w:rPr>
                        <w:tab/>
                      </w:r>
                      <w:r>
                        <w:rPr>
                          <w:rFonts w:cs="Arial"/>
                          <w:b/>
                          <w:szCs w:val="22"/>
                        </w:rPr>
                        <w:t>MENHIR projekt, s.r.o.</w:t>
                      </w:r>
                    </w:p>
                    <w:p w:rsidR="00A46BC4" w:rsidRPr="0082099D" w:rsidRDefault="00A46BC4" w:rsidP="0082099D">
                      <w:pPr>
                        <w:shd w:val="clear" w:color="auto" w:fill="FFFFFF"/>
                        <w:ind w:left="1418" w:firstLine="709"/>
                        <w:rPr>
                          <w:bCs/>
                          <w:szCs w:val="22"/>
                        </w:rPr>
                      </w:pPr>
                      <w:r w:rsidRPr="0082099D">
                        <w:rPr>
                          <w:bCs/>
                          <w:szCs w:val="22"/>
                        </w:rPr>
                        <w:t xml:space="preserve">Lazaretní 11, </w:t>
                      </w:r>
                      <w:proofErr w:type="gramStart"/>
                      <w:r w:rsidRPr="0082099D">
                        <w:rPr>
                          <w:bCs/>
                          <w:szCs w:val="22"/>
                        </w:rPr>
                        <w:t>615 00  Brno</w:t>
                      </w:r>
                      <w:proofErr w:type="gramEnd"/>
                    </w:p>
                    <w:p w:rsidR="00A46BC4" w:rsidRPr="0082099D" w:rsidRDefault="00A46BC4" w:rsidP="00A46BC4">
                      <w:pPr>
                        <w:shd w:val="clear" w:color="auto" w:fill="FFFFFF"/>
                        <w:ind w:left="1418" w:firstLine="709"/>
                        <w:rPr>
                          <w:szCs w:val="22"/>
                        </w:rPr>
                      </w:pPr>
                      <w:r w:rsidRPr="0082099D">
                        <w:rPr>
                          <w:szCs w:val="22"/>
                        </w:rPr>
                        <w:t xml:space="preserve">IČ: 634 70 250 </w:t>
                      </w:r>
                    </w:p>
                    <w:p w:rsidR="003751B8" w:rsidRDefault="003751B8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1" layoutInCell="0" allowOverlap="1">
                <wp:simplePos x="0" y="0"/>
                <wp:positionH relativeFrom="page">
                  <wp:posOffset>5616575</wp:posOffset>
                </wp:positionH>
                <wp:positionV relativeFrom="page">
                  <wp:align>center</wp:align>
                </wp:positionV>
                <wp:extent cx="4846320" cy="7040880"/>
                <wp:effectExtent l="0" t="3175" r="0" b="444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7040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6BC4" w:rsidRPr="00F63484" w:rsidRDefault="00A46BC4" w:rsidP="00A46BC4">
                            <w:pPr>
                              <w:contextualSpacing/>
                              <w:jc w:val="center"/>
                              <w:rPr>
                                <w:rFonts w:ascii="Arial Black" w:hAnsi="Arial Black" w:cs="Arial"/>
                                <w:b/>
                                <w:sz w:val="30"/>
                                <w:szCs w:val="30"/>
                              </w:rPr>
                            </w:pPr>
                            <w:r w:rsidRPr="00A46BC4">
                              <w:rPr>
                                <w:rFonts w:cs="Arial"/>
                                <w:b/>
                                <w:sz w:val="20"/>
                              </w:rPr>
                              <w:t>OPRAVA SOCIÁLNÍHO ZAŘÍZENÍ OBJEKTU „Z“ KOLEJE AKADEMIE, tř. GEN. PÍKY 7, BRNO</w:t>
                            </w:r>
                          </w:p>
                          <w:p w:rsidR="003751B8" w:rsidRPr="003751B8" w:rsidRDefault="003751B8" w:rsidP="00501531">
                            <w:pPr>
                              <w:pStyle w:val="Odstavecseseznamem"/>
                              <w:ind w:left="0"/>
                              <w:jc w:val="center"/>
                              <w:rPr>
                                <w:rFonts w:cs="Arial"/>
                                <w:b/>
                                <w:sz w:val="20"/>
                              </w:rPr>
                            </w:pPr>
                          </w:p>
                          <w:p w:rsidR="003751B8" w:rsidRPr="003751B8" w:rsidRDefault="003751B8" w:rsidP="00012870">
                            <w:pPr>
                              <w:pStyle w:val="Odstavecseseznamem"/>
                              <w:ind w:left="0"/>
                              <w:jc w:val="center"/>
                              <w:rPr>
                                <w:rFonts w:ascii="Arial Black" w:hAnsi="Arial Black"/>
                                <w:b/>
                                <w:sz w:val="20"/>
                              </w:rPr>
                            </w:pPr>
                          </w:p>
                          <w:p w:rsidR="003751B8" w:rsidRPr="003751B8" w:rsidRDefault="00A03BB8" w:rsidP="00387F64">
                            <w:pPr>
                              <w:spacing w:before="0"/>
                              <w:jc w:val="center"/>
                              <w:rPr>
                                <w:b/>
                                <w:caps/>
                                <w:sz w:val="20"/>
                              </w:rPr>
                            </w:pPr>
                            <w:r w:rsidRPr="003751B8">
                              <w:rPr>
                                <w:b/>
                                <w:sz w:val="20"/>
                              </w:rPr>
                              <w:fldChar w:fldCharType="begin"/>
                            </w:r>
                            <w:r w:rsidR="003751B8" w:rsidRPr="003751B8">
                              <w:rPr>
                                <w:b/>
                                <w:sz w:val="20"/>
                              </w:rPr>
                              <w:instrText xml:space="preserve"> DOCPROPERTY "část projektu - číslo"  \* MERGEFORMAT </w:instrText>
                            </w:r>
                            <w:r w:rsidRPr="003751B8">
                              <w:rPr>
                                <w:b/>
                                <w:sz w:val="20"/>
                              </w:rPr>
                              <w:fldChar w:fldCharType="separate"/>
                            </w:r>
                            <w:proofErr w:type="gramStart"/>
                            <w:r w:rsidR="003751B8" w:rsidRPr="003751B8">
                              <w:rPr>
                                <w:b/>
                                <w:caps/>
                                <w:sz w:val="20"/>
                              </w:rPr>
                              <w:t>D.1</w:t>
                            </w:r>
                            <w:r w:rsidRPr="003751B8">
                              <w:rPr>
                                <w:b/>
                                <w:sz w:val="20"/>
                              </w:rPr>
                              <w:fldChar w:fldCharType="end"/>
                            </w:r>
                            <w:r w:rsidR="003751B8" w:rsidRPr="003751B8">
                              <w:rPr>
                                <w:b/>
                                <w:caps/>
                                <w:sz w:val="20"/>
                              </w:rPr>
                              <w:t>.</w:t>
                            </w:r>
                            <w:r w:rsidR="00E44D34">
                              <w:rPr>
                                <w:b/>
                                <w:caps/>
                                <w:sz w:val="20"/>
                              </w:rPr>
                              <w:t>4</w:t>
                            </w:r>
                            <w:proofErr w:type="gramEnd"/>
                            <w:r w:rsidR="00E44D34">
                              <w:rPr>
                                <w:b/>
                                <w:caps/>
                                <w:sz w:val="20"/>
                              </w:rPr>
                              <w:t>.</w:t>
                            </w:r>
                            <w:r w:rsidR="00FF7B86">
                              <w:rPr>
                                <w:b/>
                                <w:caps/>
                                <w:sz w:val="20"/>
                              </w:rPr>
                              <w:fldChar w:fldCharType="begin"/>
                            </w:r>
                            <w:r w:rsidR="00FF7B86">
                              <w:rPr>
                                <w:b/>
                                <w:caps/>
                                <w:sz w:val="20"/>
                              </w:rPr>
                              <w:instrText xml:space="preserve"> DOCPROPERTY "podčást - číslo"  \* MERGEFORMAT </w:instrText>
                            </w:r>
                            <w:r w:rsidR="00FF7B86">
                              <w:rPr>
                                <w:b/>
                                <w:caps/>
                                <w:sz w:val="20"/>
                              </w:rPr>
                              <w:fldChar w:fldCharType="separate"/>
                            </w:r>
                            <w:r w:rsidR="003751B8" w:rsidRPr="003751B8">
                              <w:rPr>
                                <w:b/>
                                <w:caps/>
                                <w:sz w:val="20"/>
                              </w:rPr>
                              <w:t>1</w:t>
                            </w:r>
                            <w:r w:rsidR="00FF7B86">
                              <w:rPr>
                                <w:b/>
                                <w:caps/>
                                <w:sz w:val="20"/>
                              </w:rPr>
                              <w:fldChar w:fldCharType="end"/>
                            </w:r>
                            <w:r w:rsidR="003751B8" w:rsidRPr="003751B8">
                              <w:rPr>
                                <w:b/>
                                <w:caps/>
                                <w:sz w:val="20"/>
                              </w:rPr>
                              <w:t xml:space="preserve"> –</w:t>
                            </w:r>
                            <w:r w:rsidR="00A46BC4">
                              <w:rPr>
                                <w:b/>
                                <w:caps/>
                                <w:sz w:val="20"/>
                              </w:rPr>
                              <w:t xml:space="preserve"> </w:t>
                            </w:r>
                            <w:r w:rsidR="00A46BC4" w:rsidRPr="00A46BC4">
                              <w:rPr>
                                <w:b/>
                                <w:caps/>
                                <w:sz w:val="20"/>
                              </w:rPr>
                              <w:t>ZDRAVOTNĚ TECHNICKÉ INSTALACE</w:t>
                            </w:r>
                          </w:p>
                          <w:p w:rsidR="003751B8" w:rsidRPr="00387F64" w:rsidRDefault="003751B8" w:rsidP="00387F64">
                            <w:pPr>
                              <w:spacing w:before="0"/>
                              <w:jc w:val="center"/>
                              <w:rPr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  <w:p w:rsidR="003751B8" w:rsidRDefault="003751B8" w:rsidP="00CE4E3B">
                            <w:pPr>
                              <w:spacing w:after="60"/>
                              <w:ind w:left="408" w:right="408"/>
                              <w:jc w:val="center"/>
                              <w:rPr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 w:rsidRPr="00387F64">
                              <w:rPr>
                                <w:b/>
                                <w:caps/>
                                <w:sz w:val="24"/>
                                <w:szCs w:val="24"/>
                              </w:rPr>
                              <w:t>seznam PŘÍLOH</w:t>
                            </w:r>
                          </w:p>
                          <w:p w:rsidR="003751B8" w:rsidRPr="003751B8" w:rsidRDefault="003751B8" w:rsidP="00CE4E3B">
                            <w:pPr>
                              <w:spacing w:after="60"/>
                              <w:ind w:left="408" w:right="408"/>
                              <w:jc w:val="center"/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:rsidR="003751B8" w:rsidRPr="00190627" w:rsidRDefault="003751B8" w:rsidP="00501531">
                            <w:pPr>
                              <w:pBdr>
                                <w:bottom w:val="single" w:sz="4" w:space="1" w:color="auto"/>
                              </w:pBdr>
                              <w:tabs>
                                <w:tab w:val="left" w:pos="142"/>
                                <w:tab w:val="left" w:pos="851"/>
                                <w:tab w:val="left" w:pos="1560"/>
                                <w:tab w:val="left" w:pos="5103"/>
                                <w:tab w:val="left" w:pos="6096"/>
                                <w:tab w:val="right" w:pos="7230"/>
                              </w:tabs>
                              <w:spacing w:before="20" w:after="60"/>
                              <w:ind w:right="-44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ab/>
                              <w:t>č.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 w:rsidRPr="00190627">
                              <w:rPr>
                                <w:sz w:val="18"/>
                              </w:rPr>
                              <w:t>název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  <w:t>měřítko</w:t>
                            </w:r>
                            <w:r w:rsidRPr="00A361E6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74103B" w:rsidRDefault="003751B8" w:rsidP="00A46BC4">
                            <w:pPr>
                              <w:tabs>
                                <w:tab w:val="left" w:pos="142"/>
                                <w:tab w:val="left" w:pos="851"/>
                              </w:tabs>
                              <w:spacing w:after="60" w:line="360" w:lineRule="auto"/>
                              <w:rPr>
                                <w:b/>
                                <w:sz w:val="20"/>
                              </w:rPr>
                            </w:pPr>
                            <w:r>
                              <w:tab/>
                            </w:r>
                            <w:r w:rsidRPr="0020692B">
                              <w:rPr>
                                <w:b/>
                                <w:sz w:val="20"/>
                              </w:rPr>
                              <w:tab/>
                              <w:t>Výkresová část</w:t>
                            </w:r>
                          </w:p>
                          <w:p w:rsidR="0074103B" w:rsidRDefault="00A46BC4" w:rsidP="00A46BC4">
                            <w:pPr>
                              <w:tabs>
                                <w:tab w:val="left" w:pos="142"/>
                                <w:tab w:val="left" w:pos="851"/>
                                <w:tab w:val="left" w:pos="6096"/>
                              </w:tabs>
                              <w:spacing w:after="60" w:line="360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  <w:t>101</w:t>
                            </w:r>
                            <w:r w:rsidR="0074103B">
                              <w:rPr>
                                <w:sz w:val="20"/>
                              </w:rPr>
                              <w:tab/>
                            </w:r>
                            <w:r w:rsidR="0074103B" w:rsidRPr="0020692B">
                              <w:rPr>
                                <w:sz w:val="20"/>
                              </w:rPr>
                              <w:t xml:space="preserve">Půdorys </w:t>
                            </w:r>
                            <w:r>
                              <w:rPr>
                                <w:sz w:val="20"/>
                              </w:rPr>
                              <w:t>1.NP - kanalizace</w:t>
                            </w:r>
                            <w:r>
                              <w:rPr>
                                <w:sz w:val="20"/>
                              </w:rPr>
                              <w:tab/>
                              <w:t>1:35</w:t>
                            </w:r>
                          </w:p>
                          <w:p w:rsidR="00A46BC4" w:rsidRDefault="00A46BC4" w:rsidP="00A46BC4">
                            <w:pPr>
                              <w:tabs>
                                <w:tab w:val="left" w:pos="142"/>
                                <w:tab w:val="left" w:pos="851"/>
                                <w:tab w:val="left" w:pos="6096"/>
                              </w:tabs>
                              <w:spacing w:after="60" w:line="360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  <w:t>1</w:t>
                            </w:r>
                            <w:r w:rsidR="0074103B">
                              <w:rPr>
                                <w:sz w:val="20"/>
                              </w:rPr>
                              <w:t>02</w:t>
                            </w:r>
                            <w:r w:rsidR="0074103B">
                              <w:rPr>
                                <w:sz w:val="20"/>
                              </w:rPr>
                              <w:tab/>
                            </w:r>
                            <w:r w:rsidRPr="0020692B">
                              <w:rPr>
                                <w:sz w:val="20"/>
                              </w:rPr>
                              <w:t xml:space="preserve">Půdorys </w:t>
                            </w:r>
                            <w:r>
                              <w:rPr>
                                <w:sz w:val="20"/>
                              </w:rPr>
                              <w:t>2.NP - kanalizace</w:t>
                            </w:r>
                            <w:r>
                              <w:rPr>
                                <w:sz w:val="20"/>
                              </w:rPr>
                              <w:tab/>
                              <w:t>1:35</w:t>
                            </w:r>
                          </w:p>
                          <w:p w:rsidR="0074103B" w:rsidRDefault="003751B8" w:rsidP="00A46BC4">
                            <w:pPr>
                              <w:tabs>
                                <w:tab w:val="left" w:pos="142"/>
                                <w:tab w:val="left" w:pos="851"/>
                                <w:tab w:val="left" w:pos="6096"/>
                              </w:tabs>
                              <w:spacing w:after="60" w:line="360" w:lineRule="auto"/>
                              <w:rPr>
                                <w:sz w:val="20"/>
                              </w:rPr>
                            </w:pPr>
                            <w:r w:rsidRPr="003751B8">
                              <w:rPr>
                                <w:sz w:val="20"/>
                              </w:rPr>
                              <w:tab/>
                            </w:r>
                            <w:r w:rsidR="00A46BC4">
                              <w:rPr>
                                <w:sz w:val="20"/>
                              </w:rPr>
                              <w:t>201</w:t>
                            </w:r>
                            <w:r w:rsidR="00A46BC4">
                              <w:rPr>
                                <w:sz w:val="20"/>
                              </w:rPr>
                              <w:tab/>
                            </w:r>
                            <w:r w:rsidR="00A46BC4" w:rsidRPr="0020692B">
                              <w:rPr>
                                <w:sz w:val="20"/>
                              </w:rPr>
                              <w:t xml:space="preserve">Půdorys </w:t>
                            </w:r>
                            <w:r w:rsidR="00A46BC4">
                              <w:rPr>
                                <w:sz w:val="20"/>
                              </w:rPr>
                              <w:t>1.NP - vodovod</w:t>
                            </w:r>
                            <w:r w:rsidR="00A46BC4">
                              <w:rPr>
                                <w:sz w:val="20"/>
                              </w:rPr>
                              <w:tab/>
                              <w:t>1:35</w:t>
                            </w:r>
                          </w:p>
                          <w:p w:rsidR="00A46BC4" w:rsidRDefault="00A46BC4" w:rsidP="00A46BC4">
                            <w:pPr>
                              <w:tabs>
                                <w:tab w:val="left" w:pos="142"/>
                                <w:tab w:val="left" w:pos="851"/>
                                <w:tab w:val="left" w:pos="6096"/>
                              </w:tabs>
                              <w:spacing w:after="60" w:line="360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  <w:t>202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 w:rsidRPr="0020692B">
                              <w:rPr>
                                <w:sz w:val="20"/>
                              </w:rPr>
                              <w:t xml:space="preserve">Půdorys </w:t>
                            </w:r>
                            <w:r>
                              <w:rPr>
                                <w:sz w:val="20"/>
                              </w:rPr>
                              <w:t>2.NP - vodovod</w:t>
                            </w:r>
                            <w:r>
                              <w:rPr>
                                <w:sz w:val="20"/>
                              </w:rPr>
                              <w:tab/>
                              <w:t>1:35</w:t>
                            </w:r>
                          </w:p>
                          <w:p w:rsidR="0074103B" w:rsidRDefault="0082099D" w:rsidP="003751B8">
                            <w:pPr>
                              <w:tabs>
                                <w:tab w:val="left" w:pos="142"/>
                                <w:tab w:val="left" w:pos="851"/>
                              </w:tabs>
                              <w:spacing w:after="6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  <w:t>Výpis sanitárního vybavení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  <w:t>-</w:t>
                            </w:r>
                          </w:p>
                          <w:p w:rsidR="003751B8" w:rsidRPr="00FE05E1" w:rsidRDefault="0074103B" w:rsidP="00A46BC4">
                            <w:pPr>
                              <w:tabs>
                                <w:tab w:val="left" w:pos="142"/>
                                <w:tab w:val="left" w:pos="851"/>
                                <w:tab w:val="left" w:pos="6096"/>
                              </w:tabs>
                              <w:spacing w:after="6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</w:r>
                            <w:r w:rsidR="003751B8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:rsidR="003751B8" w:rsidRPr="003751B8" w:rsidRDefault="003751B8" w:rsidP="003751B8">
                            <w:pPr>
                              <w:tabs>
                                <w:tab w:val="left" w:pos="142"/>
                                <w:tab w:val="left" w:pos="851"/>
                              </w:tabs>
                              <w:spacing w:after="60"/>
                              <w:rPr>
                                <w:sz w:val="20"/>
                              </w:rPr>
                            </w:pPr>
                          </w:p>
                          <w:p w:rsidR="003751B8" w:rsidRDefault="003751B8" w:rsidP="00012870">
                            <w:pPr>
                              <w:tabs>
                                <w:tab w:val="left" w:pos="426"/>
                              </w:tabs>
                            </w:pPr>
                            <w:r>
                              <w:tab/>
                            </w:r>
                          </w:p>
                          <w:p w:rsidR="003751B8" w:rsidRDefault="003751B8" w:rsidP="00CE4E3B">
                            <w:pPr>
                              <w:spacing w:before="0"/>
                              <w:ind w:left="360" w:firstLine="207"/>
                            </w:pPr>
                          </w:p>
                          <w:p w:rsidR="003751B8" w:rsidRDefault="003751B8" w:rsidP="00CE4E3B">
                            <w:pPr>
                              <w:spacing w:before="0"/>
                              <w:ind w:left="360" w:firstLine="207"/>
                            </w:pPr>
                          </w:p>
                          <w:p w:rsidR="003751B8" w:rsidRDefault="003751B8" w:rsidP="008223BF">
                            <w:pPr>
                              <w:tabs>
                                <w:tab w:val="left" w:pos="567"/>
                              </w:tabs>
                              <w:spacing w:before="0"/>
                            </w:pPr>
                          </w:p>
                          <w:p w:rsidR="003751B8" w:rsidRDefault="003751B8" w:rsidP="00C66F8E">
                            <w:pPr>
                              <w:tabs>
                                <w:tab w:val="left" w:pos="567"/>
                              </w:tabs>
                              <w:spacing w:before="0"/>
                            </w:pPr>
                            <w:r>
                              <w:tab/>
                            </w:r>
                            <w:r w:rsidRPr="00835FFE">
                              <w:t xml:space="preserve"> </w:t>
                            </w:r>
                          </w:p>
                          <w:p w:rsidR="003751B8" w:rsidRDefault="003751B8" w:rsidP="00FE2CC4">
                            <w:pPr>
                              <w:tabs>
                                <w:tab w:val="left" w:pos="851"/>
                              </w:tabs>
                              <w:spacing w:before="0"/>
                            </w:pPr>
                          </w:p>
                          <w:p w:rsidR="003751B8" w:rsidRDefault="003751B8" w:rsidP="00387F64">
                            <w:pPr>
                              <w:tabs>
                                <w:tab w:val="left" w:pos="851"/>
                              </w:tabs>
                              <w:spacing w:before="0"/>
                            </w:pPr>
                          </w:p>
                          <w:p w:rsidR="003751B8" w:rsidRDefault="003751B8" w:rsidP="00387F64">
                            <w:pPr>
                              <w:tabs>
                                <w:tab w:val="left" w:pos="851"/>
                                <w:tab w:val="left" w:pos="5103"/>
                                <w:tab w:val="right" w:pos="6521"/>
                                <w:tab w:val="right" w:pos="7230"/>
                              </w:tabs>
                              <w:spacing w:before="120" w:after="120"/>
                              <w:ind w:left="142"/>
                              <w:jc w:val="left"/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442.25pt;margin-top:0;width:381.6pt;height:554.4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4TzuQIAAME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" o:allowincell="f" filled="f" stroked="f">
                <v:textbox>
                  <w:txbxContent>
                    <w:p w:rsidR="00A46BC4" w:rsidRPr="00F63484" w:rsidRDefault="00A46BC4" w:rsidP="00A46BC4">
                      <w:pPr>
                        <w:contextualSpacing/>
                        <w:jc w:val="center"/>
                        <w:rPr>
                          <w:rFonts w:ascii="Arial Black" w:hAnsi="Arial Black" w:cs="Arial"/>
                          <w:b/>
                          <w:sz w:val="30"/>
                          <w:szCs w:val="30"/>
                        </w:rPr>
                      </w:pPr>
                      <w:r w:rsidRPr="00A46BC4">
                        <w:rPr>
                          <w:rFonts w:cs="Arial"/>
                          <w:b/>
                          <w:sz w:val="20"/>
                        </w:rPr>
                        <w:t>OPRAVA SOCIÁLNÍHO ZAŘÍZENÍ OBJEKTU „Z“ KOLEJE AKADEMIE, tř. GEN. PÍKY 7, BRNO</w:t>
                      </w:r>
                    </w:p>
                    <w:p w:rsidR="003751B8" w:rsidRPr="003751B8" w:rsidRDefault="003751B8" w:rsidP="00501531">
                      <w:pPr>
                        <w:pStyle w:val="Odstavecseseznamem"/>
                        <w:ind w:left="0"/>
                        <w:jc w:val="center"/>
                        <w:rPr>
                          <w:rFonts w:cs="Arial"/>
                          <w:b/>
                          <w:sz w:val="20"/>
                        </w:rPr>
                      </w:pPr>
                    </w:p>
                    <w:p w:rsidR="003751B8" w:rsidRPr="003751B8" w:rsidRDefault="003751B8" w:rsidP="00012870">
                      <w:pPr>
                        <w:pStyle w:val="Odstavecseseznamem"/>
                        <w:ind w:left="0"/>
                        <w:jc w:val="center"/>
                        <w:rPr>
                          <w:rFonts w:ascii="Arial Black" w:hAnsi="Arial Black"/>
                          <w:b/>
                          <w:sz w:val="20"/>
                        </w:rPr>
                      </w:pPr>
                    </w:p>
                    <w:p w:rsidR="003751B8" w:rsidRPr="003751B8" w:rsidRDefault="00A03BB8" w:rsidP="00387F64">
                      <w:pPr>
                        <w:spacing w:before="0"/>
                        <w:jc w:val="center"/>
                        <w:rPr>
                          <w:b/>
                          <w:caps/>
                          <w:sz w:val="20"/>
                        </w:rPr>
                      </w:pPr>
                      <w:r w:rsidRPr="003751B8">
                        <w:rPr>
                          <w:b/>
                          <w:sz w:val="20"/>
                        </w:rPr>
                        <w:fldChar w:fldCharType="begin"/>
                      </w:r>
                      <w:r w:rsidR="003751B8" w:rsidRPr="003751B8">
                        <w:rPr>
                          <w:b/>
                          <w:sz w:val="20"/>
                        </w:rPr>
                        <w:instrText xml:space="preserve"> DOCPROPERTY "část projektu - číslo"  \* MERGEFORMAT </w:instrText>
                      </w:r>
                      <w:r w:rsidRPr="003751B8">
                        <w:rPr>
                          <w:b/>
                          <w:sz w:val="20"/>
                        </w:rPr>
                        <w:fldChar w:fldCharType="separate"/>
                      </w:r>
                      <w:proofErr w:type="gramStart"/>
                      <w:r w:rsidR="003751B8" w:rsidRPr="003751B8">
                        <w:rPr>
                          <w:b/>
                          <w:caps/>
                          <w:sz w:val="20"/>
                        </w:rPr>
                        <w:t>D.1</w:t>
                      </w:r>
                      <w:r w:rsidRPr="003751B8">
                        <w:rPr>
                          <w:b/>
                          <w:sz w:val="20"/>
                        </w:rPr>
                        <w:fldChar w:fldCharType="end"/>
                      </w:r>
                      <w:r w:rsidR="003751B8" w:rsidRPr="003751B8">
                        <w:rPr>
                          <w:b/>
                          <w:caps/>
                          <w:sz w:val="20"/>
                        </w:rPr>
                        <w:t>.</w:t>
                      </w:r>
                      <w:r w:rsidR="00E44D34">
                        <w:rPr>
                          <w:b/>
                          <w:caps/>
                          <w:sz w:val="20"/>
                        </w:rPr>
                        <w:t>4</w:t>
                      </w:r>
                      <w:proofErr w:type="gramEnd"/>
                      <w:r w:rsidR="00E44D34">
                        <w:rPr>
                          <w:b/>
                          <w:caps/>
                          <w:sz w:val="20"/>
                        </w:rPr>
                        <w:t>.</w:t>
                      </w:r>
                      <w:r w:rsidR="00FF7B86">
                        <w:rPr>
                          <w:b/>
                          <w:caps/>
                          <w:sz w:val="20"/>
                        </w:rPr>
                        <w:fldChar w:fldCharType="begin"/>
                      </w:r>
                      <w:r w:rsidR="00FF7B86">
                        <w:rPr>
                          <w:b/>
                          <w:caps/>
                          <w:sz w:val="20"/>
                        </w:rPr>
                        <w:instrText xml:space="preserve"> DOCPROPERTY "podčást - číslo"  \* MERGEFORMAT </w:instrText>
                      </w:r>
                      <w:r w:rsidR="00FF7B86">
                        <w:rPr>
                          <w:b/>
                          <w:caps/>
                          <w:sz w:val="20"/>
                        </w:rPr>
                        <w:fldChar w:fldCharType="separate"/>
                      </w:r>
                      <w:r w:rsidR="003751B8" w:rsidRPr="003751B8">
                        <w:rPr>
                          <w:b/>
                          <w:caps/>
                          <w:sz w:val="20"/>
                        </w:rPr>
                        <w:t>1</w:t>
                      </w:r>
                      <w:r w:rsidR="00FF7B86">
                        <w:rPr>
                          <w:b/>
                          <w:caps/>
                          <w:sz w:val="20"/>
                        </w:rPr>
                        <w:fldChar w:fldCharType="end"/>
                      </w:r>
                      <w:r w:rsidR="003751B8" w:rsidRPr="003751B8">
                        <w:rPr>
                          <w:b/>
                          <w:caps/>
                          <w:sz w:val="20"/>
                        </w:rPr>
                        <w:t xml:space="preserve"> –</w:t>
                      </w:r>
                      <w:r w:rsidR="00A46BC4">
                        <w:rPr>
                          <w:b/>
                          <w:caps/>
                          <w:sz w:val="20"/>
                        </w:rPr>
                        <w:t xml:space="preserve"> </w:t>
                      </w:r>
                      <w:r w:rsidR="00A46BC4" w:rsidRPr="00A46BC4">
                        <w:rPr>
                          <w:b/>
                          <w:caps/>
                          <w:sz w:val="20"/>
                        </w:rPr>
                        <w:t>ZDRAVOTNĚ TECHNICKÉ INSTALACE</w:t>
                      </w:r>
                    </w:p>
                    <w:p w:rsidR="003751B8" w:rsidRPr="00387F64" w:rsidRDefault="003751B8" w:rsidP="00387F64">
                      <w:pPr>
                        <w:spacing w:before="0"/>
                        <w:jc w:val="center"/>
                        <w:rPr>
                          <w:b/>
                          <w:caps/>
                          <w:sz w:val="24"/>
                          <w:szCs w:val="24"/>
                        </w:rPr>
                      </w:pPr>
                    </w:p>
                    <w:p w:rsidR="003751B8" w:rsidRDefault="003751B8" w:rsidP="00CE4E3B">
                      <w:pPr>
                        <w:spacing w:after="60"/>
                        <w:ind w:left="408" w:right="408"/>
                        <w:jc w:val="center"/>
                        <w:rPr>
                          <w:b/>
                          <w:caps/>
                          <w:sz w:val="24"/>
                          <w:szCs w:val="24"/>
                        </w:rPr>
                      </w:pPr>
                      <w:r w:rsidRPr="00387F64">
                        <w:rPr>
                          <w:b/>
                          <w:caps/>
                          <w:sz w:val="24"/>
                          <w:szCs w:val="24"/>
                        </w:rPr>
                        <w:t>seznam PŘÍLOH</w:t>
                      </w:r>
                    </w:p>
                    <w:p w:rsidR="003751B8" w:rsidRPr="003751B8" w:rsidRDefault="003751B8" w:rsidP="00CE4E3B">
                      <w:pPr>
                        <w:spacing w:after="60"/>
                        <w:ind w:left="408" w:right="408"/>
                        <w:jc w:val="center"/>
                        <w:rPr>
                          <w:b/>
                          <w:caps/>
                          <w:sz w:val="16"/>
                          <w:szCs w:val="16"/>
                        </w:rPr>
                      </w:pPr>
                    </w:p>
                    <w:p w:rsidR="003751B8" w:rsidRPr="00190627" w:rsidRDefault="003751B8" w:rsidP="00501531">
                      <w:pPr>
                        <w:pBdr>
                          <w:bottom w:val="single" w:sz="4" w:space="1" w:color="auto"/>
                        </w:pBdr>
                        <w:tabs>
                          <w:tab w:val="left" w:pos="142"/>
                          <w:tab w:val="left" w:pos="851"/>
                          <w:tab w:val="left" w:pos="1560"/>
                          <w:tab w:val="left" w:pos="5103"/>
                          <w:tab w:val="left" w:pos="6096"/>
                          <w:tab w:val="right" w:pos="7230"/>
                        </w:tabs>
                        <w:spacing w:before="20" w:after="60"/>
                        <w:ind w:right="-44"/>
                        <w:jc w:val="left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ab/>
                        <w:t>č.</w:t>
                      </w:r>
                      <w:r>
                        <w:rPr>
                          <w:sz w:val="18"/>
                        </w:rPr>
                        <w:tab/>
                      </w:r>
                      <w:r w:rsidRPr="00190627">
                        <w:rPr>
                          <w:sz w:val="18"/>
                        </w:rPr>
                        <w:t>název</w:t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  <w:t>měřítko</w:t>
                      </w:r>
                      <w:r w:rsidRPr="00A361E6"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74103B" w:rsidRDefault="003751B8" w:rsidP="00A46BC4">
                      <w:pPr>
                        <w:tabs>
                          <w:tab w:val="left" w:pos="142"/>
                          <w:tab w:val="left" w:pos="851"/>
                        </w:tabs>
                        <w:spacing w:after="60" w:line="360" w:lineRule="auto"/>
                        <w:rPr>
                          <w:b/>
                          <w:sz w:val="20"/>
                        </w:rPr>
                      </w:pPr>
                      <w:r>
                        <w:tab/>
                      </w:r>
                      <w:r w:rsidRPr="0020692B">
                        <w:rPr>
                          <w:b/>
                          <w:sz w:val="20"/>
                        </w:rPr>
                        <w:tab/>
                        <w:t>Výkresová část</w:t>
                      </w:r>
                    </w:p>
                    <w:p w:rsidR="0074103B" w:rsidRDefault="00A46BC4" w:rsidP="00A46BC4">
                      <w:pPr>
                        <w:tabs>
                          <w:tab w:val="left" w:pos="142"/>
                          <w:tab w:val="left" w:pos="851"/>
                          <w:tab w:val="left" w:pos="6096"/>
                        </w:tabs>
                        <w:spacing w:after="60" w:line="360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ab/>
                        <w:t>101</w:t>
                      </w:r>
                      <w:r w:rsidR="0074103B">
                        <w:rPr>
                          <w:sz w:val="20"/>
                        </w:rPr>
                        <w:tab/>
                      </w:r>
                      <w:r w:rsidR="0074103B" w:rsidRPr="0020692B">
                        <w:rPr>
                          <w:sz w:val="20"/>
                        </w:rPr>
                        <w:t xml:space="preserve">Půdorys </w:t>
                      </w:r>
                      <w:r>
                        <w:rPr>
                          <w:sz w:val="20"/>
                        </w:rPr>
                        <w:t>1.NP - kanalizace</w:t>
                      </w:r>
                      <w:r>
                        <w:rPr>
                          <w:sz w:val="20"/>
                        </w:rPr>
                        <w:tab/>
                        <w:t>1:35</w:t>
                      </w:r>
                    </w:p>
                    <w:p w:rsidR="00A46BC4" w:rsidRDefault="00A46BC4" w:rsidP="00A46BC4">
                      <w:pPr>
                        <w:tabs>
                          <w:tab w:val="left" w:pos="142"/>
                          <w:tab w:val="left" w:pos="851"/>
                          <w:tab w:val="left" w:pos="6096"/>
                        </w:tabs>
                        <w:spacing w:after="60" w:line="360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ab/>
                        <w:t>1</w:t>
                      </w:r>
                      <w:r w:rsidR="0074103B">
                        <w:rPr>
                          <w:sz w:val="20"/>
                        </w:rPr>
                        <w:t>02</w:t>
                      </w:r>
                      <w:r w:rsidR="0074103B">
                        <w:rPr>
                          <w:sz w:val="20"/>
                        </w:rPr>
                        <w:tab/>
                      </w:r>
                      <w:r w:rsidRPr="0020692B">
                        <w:rPr>
                          <w:sz w:val="20"/>
                        </w:rPr>
                        <w:t xml:space="preserve">Půdorys </w:t>
                      </w:r>
                      <w:r>
                        <w:rPr>
                          <w:sz w:val="20"/>
                        </w:rPr>
                        <w:t>2.NP - kanalizace</w:t>
                      </w:r>
                      <w:r>
                        <w:rPr>
                          <w:sz w:val="20"/>
                        </w:rPr>
                        <w:tab/>
                        <w:t>1:35</w:t>
                      </w:r>
                    </w:p>
                    <w:p w:rsidR="0074103B" w:rsidRDefault="003751B8" w:rsidP="00A46BC4">
                      <w:pPr>
                        <w:tabs>
                          <w:tab w:val="left" w:pos="142"/>
                          <w:tab w:val="left" w:pos="851"/>
                          <w:tab w:val="left" w:pos="6096"/>
                        </w:tabs>
                        <w:spacing w:after="60" w:line="360" w:lineRule="auto"/>
                        <w:rPr>
                          <w:sz w:val="20"/>
                        </w:rPr>
                      </w:pPr>
                      <w:r w:rsidRPr="003751B8">
                        <w:rPr>
                          <w:sz w:val="20"/>
                        </w:rPr>
                        <w:tab/>
                      </w:r>
                      <w:r w:rsidR="00A46BC4">
                        <w:rPr>
                          <w:sz w:val="20"/>
                        </w:rPr>
                        <w:t>201</w:t>
                      </w:r>
                      <w:r w:rsidR="00A46BC4">
                        <w:rPr>
                          <w:sz w:val="20"/>
                        </w:rPr>
                        <w:tab/>
                      </w:r>
                      <w:r w:rsidR="00A46BC4" w:rsidRPr="0020692B">
                        <w:rPr>
                          <w:sz w:val="20"/>
                        </w:rPr>
                        <w:t xml:space="preserve">Půdorys </w:t>
                      </w:r>
                      <w:r w:rsidR="00A46BC4">
                        <w:rPr>
                          <w:sz w:val="20"/>
                        </w:rPr>
                        <w:t>1.NP - vodovod</w:t>
                      </w:r>
                      <w:r w:rsidR="00A46BC4">
                        <w:rPr>
                          <w:sz w:val="20"/>
                        </w:rPr>
                        <w:tab/>
                        <w:t>1:35</w:t>
                      </w:r>
                    </w:p>
                    <w:p w:rsidR="00A46BC4" w:rsidRDefault="00A46BC4" w:rsidP="00A46BC4">
                      <w:pPr>
                        <w:tabs>
                          <w:tab w:val="left" w:pos="142"/>
                          <w:tab w:val="left" w:pos="851"/>
                          <w:tab w:val="left" w:pos="6096"/>
                        </w:tabs>
                        <w:spacing w:after="60" w:line="360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ab/>
                        <w:t>202</w:t>
                      </w:r>
                      <w:r>
                        <w:rPr>
                          <w:sz w:val="20"/>
                        </w:rPr>
                        <w:tab/>
                      </w:r>
                      <w:r w:rsidRPr="0020692B">
                        <w:rPr>
                          <w:sz w:val="20"/>
                        </w:rPr>
                        <w:t xml:space="preserve">Půdorys </w:t>
                      </w:r>
                      <w:r>
                        <w:rPr>
                          <w:sz w:val="20"/>
                        </w:rPr>
                        <w:t>2.NP - vodovod</w:t>
                      </w:r>
                      <w:r>
                        <w:rPr>
                          <w:sz w:val="20"/>
                        </w:rPr>
                        <w:tab/>
                        <w:t>1:35</w:t>
                      </w:r>
                    </w:p>
                    <w:p w:rsidR="0074103B" w:rsidRDefault="0082099D" w:rsidP="003751B8">
                      <w:pPr>
                        <w:tabs>
                          <w:tab w:val="left" w:pos="142"/>
                          <w:tab w:val="left" w:pos="851"/>
                        </w:tabs>
                        <w:spacing w:after="6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  <w:t>Výpis sanitárního vybavení</w:t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  <w:t>-</w:t>
                      </w:r>
                    </w:p>
                    <w:p w:rsidR="003751B8" w:rsidRPr="00FE05E1" w:rsidRDefault="0074103B" w:rsidP="00A46BC4">
                      <w:pPr>
                        <w:tabs>
                          <w:tab w:val="left" w:pos="142"/>
                          <w:tab w:val="left" w:pos="851"/>
                          <w:tab w:val="left" w:pos="6096"/>
                        </w:tabs>
                        <w:spacing w:after="6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ab/>
                      </w:r>
                      <w:r w:rsidR="003751B8">
                        <w:rPr>
                          <w:sz w:val="20"/>
                        </w:rPr>
                        <w:t xml:space="preserve"> </w:t>
                      </w:r>
                    </w:p>
                    <w:p w:rsidR="003751B8" w:rsidRPr="003751B8" w:rsidRDefault="003751B8" w:rsidP="003751B8">
                      <w:pPr>
                        <w:tabs>
                          <w:tab w:val="left" w:pos="142"/>
                          <w:tab w:val="left" w:pos="851"/>
                        </w:tabs>
                        <w:spacing w:after="60"/>
                        <w:rPr>
                          <w:sz w:val="20"/>
                        </w:rPr>
                      </w:pPr>
                    </w:p>
                    <w:p w:rsidR="003751B8" w:rsidRDefault="003751B8" w:rsidP="00012870">
                      <w:pPr>
                        <w:tabs>
                          <w:tab w:val="left" w:pos="426"/>
                        </w:tabs>
                      </w:pPr>
                      <w:r>
                        <w:tab/>
                      </w:r>
                    </w:p>
                    <w:p w:rsidR="003751B8" w:rsidRDefault="003751B8" w:rsidP="00CE4E3B">
                      <w:pPr>
                        <w:spacing w:before="0"/>
                        <w:ind w:left="360" w:firstLine="207"/>
                      </w:pPr>
                    </w:p>
                    <w:p w:rsidR="003751B8" w:rsidRDefault="003751B8" w:rsidP="00CE4E3B">
                      <w:pPr>
                        <w:spacing w:before="0"/>
                        <w:ind w:left="360" w:firstLine="207"/>
                      </w:pPr>
                    </w:p>
                    <w:p w:rsidR="003751B8" w:rsidRDefault="003751B8" w:rsidP="008223BF">
                      <w:pPr>
                        <w:tabs>
                          <w:tab w:val="left" w:pos="567"/>
                        </w:tabs>
                        <w:spacing w:before="0"/>
                      </w:pPr>
                    </w:p>
                    <w:p w:rsidR="003751B8" w:rsidRDefault="003751B8" w:rsidP="00C66F8E">
                      <w:pPr>
                        <w:tabs>
                          <w:tab w:val="left" w:pos="567"/>
                        </w:tabs>
                        <w:spacing w:before="0"/>
                      </w:pPr>
                      <w:r>
                        <w:tab/>
                      </w:r>
                      <w:r w:rsidRPr="00835FFE">
                        <w:t xml:space="preserve"> </w:t>
                      </w:r>
                    </w:p>
                    <w:p w:rsidR="003751B8" w:rsidRDefault="003751B8" w:rsidP="00FE2CC4">
                      <w:pPr>
                        <w:tabs>
                          <w:tab w:val="left" w:pos="851"/>
                        </w:tabs>
                        <w:spacing w:before="0"/>
                      </w:pPr>
                    </w:p>
                    <w:p w:rsidR="003751B8" w:rsidRDefault="003751B8" w:rsidP="00387F64">
                      <w:pPr>
                        <w:tabs>
                          <w:tab w:val="left" w:pos="851"/>
                        </w:tabs>
                        <w:spacing w:before="0"/>
                      </w:pPr>
                    </w:p>
                    <w:p w:rsidR="003751B8" w:rsidRDefault="003751B8" w:rsidP="00387F64">
                      <w:pPr>
                        <w:tabs>
                          <w:tab w:val="left" w:pos="851"/>
                          <w:tab w:val="left" w:pos="5103"/>
                          <w:tab w:val="right" w:pos="6521"/>
                          <w:tab w:val="right" w:pos="7230"/>
                        </w:tabs>
                        <w:spacing w:before="120" w:after="120"/>
                        <w:ind w:left="142"/>
                        <w:jc w:val="left"/>
                        <w:rPr>
                          <w:szCs w:val="22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ED6DDE" w:rsidSect="0070787B">
      <w:headerReference w:type="default" r:id="rId9"/>
      <w:pgSz w:w="16840" w:h="11907" w:orient="landscape" w:code="9"/>
      <w:pgMar w:top="0" w:right="0" w:bottom="0" w:left="0" w:header="708" w:footer="708" w:gutter="0"/>
      <w:cols w:sep="1" w:space="9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1B8" w:rsidRDefault="003751B8">
      <w:r>
        <w:separator/>
      </w:r>
    </w:p>
  </w:endnote>
  <w:endnote w:type="continuationSeparator" w:id="0">
    <w:p w:rsidR="003751B8" w:rsidRDefault="00375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.HelveticaTTEE">
    <w:altName w:val="Symbol"/>
    <w:charset w:val="02"/>
    <w:family w:val="swiss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1B8" w:rsidRDefault="003751B8">
      <w:r>
        <w:separator/>
      </w:r>
    </w:p>
  </w:footnote>
  <w:footnote w:type="continuationSeparator" w:id="0">
    <w:p w:rsidR="003751B8" w:rsidRDefault="003751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1B8" w:rsidRDefault="00FF7B86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5352415</wp:posOffset>
              </wp:positionH>
              <wp:positionV relativeFrom="paragraph">
                <wp:posOffset>-449580</wp:posOffset>
              </wp:positionV>
              <wp:extent cx="15875" cy="7599045"/>
              <wp:effectExtent l="8890" t="9525" r="13335" b="11430"/>
              <wp:wrapNone/>
              <wp:docPr id="4" name="AutoShap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5875" cy="7599045"/>
                      </a:xfrm>
                      <a:prstGeom prst="straightConnector1">
                        <a:avLst/>
                      </a:prstGeom>
                      <a:noFill/>
                      <a:ln w="9525" cap="rnd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56E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8" o:spid="_x0000_s1026" type="#_x0000_t32" style="position:absolute;margin-left:421.45pt;margin-top:-35.4pt;width:1.25pt;height:598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">
              <v:stroke dashstyle="1 1" endcap="round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1" layoutInCell="0" allowOverlap="1">
              <wp:simplePos x="0" y="0"/>
              <wp:positionH relativeFrom="page">
                <wp:posOffset>5616575</wp:posOffset>
              </wp:positionH>
              <wp:positionV relativeFrom="page">
                <wp:align>center</wp:align>
              </wp:positionV>
              <wp:extent cx="4846320" cy="7040880"/>
              <wp:effectExtent l="12700" t="13335" r="8255" b="13335"/>
              <wp:wrapNone/>
              <wp:docPr id="3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6320" cy="704088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3751B8" w:rsidRPr="005E1D19" w:rsidRDefault="003751B8" w:rsidP="005D7A1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30" type="#_x0000_t202" style="position:absolute;left:0;text-align:left;margin-left:442.25pt;margin-top:0;width:381.6pt;height:554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" o:allowincell="f" filled="f">
              <v:textbox>
                <w:txbxContent>
                  <w:p w:rsidR="003751B8" w:rsidRPr="005E1D19" w:rsidRDefault="003751B8" w:rsidP="005D7A16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1" layoutInCell="0" allowOverlap="1">
              <wp:simplePos x="0" y="0"/>
              <wp:positionH relativeFrom="page">
                <wp:posOffset>252095</wp:posOffset>
              </wp:positionH>
              <wp:positionV relativeFrom="page">
                <wp:align>center</wp:align>
              </wp:positionV>
              <wp:extent cx="4846320" cy="7040880"/>
              <wp:effectExtent l="8890" t="13335" r="12065" b="13335"/>
              <wp:wrapNone/>
              <wp:docPr id="2" name="Text Box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6320" cy="704088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3751B8" w:rsidRPr="00D66D45" w:rsidRDefault="003751B8" w:rsidP="00D66D45">
                          <w:pPr>
                            <w:pStyle w:val="Zhlav"/>
                            <w:ind w:left="2554" w:firstLine="3542"/>
                            <w:jc w:val="right"/>
                            <w:rPr>
                              <w:rFonts w:ascii="Arial Narrow" w:hAnsi="Arial Narrow" w:cs="Lucida Sans Unicode"/>
                              <w:b/>
                              <w:sz w:val="14"/>
                              <w:szCs w:val="14"/>
                            </w:rPr>
                          </w:pPr>
                          <w:r w:rsidRPr="00D66D45">
                            <w:rPr>
                              <w:rFonts w:ascii="Arial Narrow" w:hAnsi="Arial Narrow" w:cs="Lucida Sans Unicode"/>
                              <w:b/>
                              <w:sz w:val="14"/>
                              <w:szCs w:val="14"/>
                            </w:rPr>
                            <w:t>MENHIR projekt, s.r.o.</w:t>
                          </w:r>
                          <w:r w:rsidRPr="00D66D45">
                            <w:rPr>
                              <w:rFonts w:ascii="Arial Narrow" w:hAnsi="Arial Narrow" w:cs="Lucida Sans Unicode"/>
                              <w:b/>
                              <w:sz w:val="14"/>
                              <w:szCs w:val="14"/>
                            </w:rPr>
                            <w:tab/>
                          </w:r>
                        </w:p>
                        <w:p w:rsidR="003751B8" w:rsidRPr="00D66D45" w:rsidRDefault="003751B8" w:rsidP="007F1A49">
                          <w:pPr>
                            <w:pStyle w:val="Zhlav"/>
                            <w:tabs>
                              <w:tab w:val="left" w:pos="6804"/>
                            </w:tabs>
                            <w:ind w:left="2554" w:firstLine="1557"/>
                            <w:jc w:val="right"/>
                            <w:rPr>
                              <w:rFonts w:ascii="Arial Narrow" w:hAnsi="Arial Narrow" w:cs="Lucida Sans Unicode"/>
                              <w:b/>
                              <w:sz w:val="14"/>
                              <w:szCs w:val="14"/>
                            </w:rPr>
                          </w:pPr>
                          <w:r w:rsidRPr="00D66D45">
                            <w:rPr>
                              <w:rFonts w:ascii="Arial Narrow" w:hAnsi="Arial Narrow" w:cs="Lucida Sans Unicode"/>
                              <w:b/>
                              <w:sz w:val="14"/>
                              <w:szCs w:val="14"/>
                            </w:rPr>
                            <w:tab/>
                          </w:r>
                          <w:r w:rsidR="00A46BC4">
                            <w:rPr>
                              <w:rFonts w:ascii="Arial Narrow" w:hAnsi="Arial Narrow" w:cs="Lucida Sans Unicode"/>
                              <w:b/>
                              <w:sz w:val="14"/>
                              <w:szCs w:val="14"/>
                            </w:rPr>
                            <w:t>Lazaretní 11, 615</w:t>
                          </w:r>
                          <w:r w:rsidRPr="00D66D45">
                            <w:rPr>
                              <w:rFonts w:ascii="Arial Narrow" w:hAnsi="Arial Narrow" w:cs="Lucida Sans Unicode"/>
                              <w:b/>
                              <w:sz w:val="14"/>
                              <w:szCs w:val="14"/>
                            </w:rPr>
                            <w:t xml:space="preserve"> 00 Brno</w:t>
                          </w:r>
                        </w:p>
                        <w:p w:rsidR="003751B8" w:rsidRPr="00D66D45" w:rsidRDefault="003751B8" w:rsidP="007F1A49">
                          <w:pPr>
                            <w:pStyle w:val="Zhlav"/>
                            <w:ind w:firstLine="1557"/>
                            <w:jc w:val="right"/>
                            <w:rPr>
                              <w:rFonts w:ascii="Arial Narrow" w:hAnsi="Arial Narrow" w:cs="Lucida Sans Unicode"/>
                              <w:b/>
                              <w:sz w:val="14"/>
                              <w:szCs w:val="14"/>
                            </w:rPr>
                          </w:pPr>
                          <w:r w:rsidRPr="00D66D45">
                            <w:rPr>
                              <w:rFonts w:ascii="Arial Narrow" w:hAnsi="Arial Narrow" w:cs="Lucida Sans Unicode"/>
                              <w:b/>
                              <w:sz w:val="14"/>
                              <w:szCs w:val="14"/>
                            </w:rPr>
                            <w:t>IČ:  634 70 250</w:t>
                          </w:r>
                        </w:p>
                        <w:p w:rsidR="003751B8" w:rsidRPr="00D66D45" w:rsidRDefault="003751B8" w:rsidP="007F1A49">
                          <w:pPr>
                            <w:pStyle w:val="Zhlav"/>
                            <w:pBdr>
                              <w:bottom w:val="single" w:sz="4" w:space="1" w:color="auto"/>
                            </w:pBdr>
                            <w:spacing w:before="0"/>
                            <w:ind w:firstLine="1557"/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 w:rsidRPr="00D66D45">
                            <w:rPr>
                              <w:rFonts w:ascii="Arial Narrow" w:hAnsi="Arial Narrow" w:cs="Lucida Sans Unicode"/>
                              <w:b/>
                              <w:sz w:val="14"/>
                              <w:szCs w:val="14"/>
                            </w:rPr>
                            <w:t>Komplexní služby v oboru pozemní stavitelství. Tepelná ochrana budov.</w:t>
                          </w:r>
                        </w:p>
                        <w:p w:rsidR="003751B8" w:rsidRPr="00D66D45" w:rsidRDefault="003751B8" w:rsidP="007F1A49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D66D45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www.menhirprojekt.cz</w:t>
                          </w:r>
                          <w:r w:rsidRPr="00D66D45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ab/>
                            <w:t xml:space="preserve">                                                    </w:t>
                          </w:r>
                          <w:r w:rsidRPr="00D66D45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ab/>
                          </w:r>
                          <w:r w:rsidRPr="00D66D45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ab/>
                          </w:r>
                          <w:r w:rsidRPr="00D66D45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ab/>
                            <w:t xml:space="preserve">  </w:t>
                          </w:r>
                          <w:r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 xml:space="preserve">          </w:t>
                          </w:r>
                          <w:r w:rsidRPr="00D66D45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Tel: 543 215 215, Mobil: 604 200 092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1" o:spid="_x0000_s1031" type="#_x0000_t202" style="position:absolute;left:0;text-align:left;margin-left:19.85pt;margin-top:0;width:381.6pt;height:554.4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" o:allowincell="f" filled="f">
              <v:textbox>
                <w:txbxContent>
                  <w:p w:rsidR="003751B8" w:rsidRPr="00D66D45" w:rsidRDefault="003751B8" w:rsidP="00D66D45">
                    <w:pPr>
                      <w:pStyle w:val="Zhlav"/>
                      <w:ind w:left="2554" w:firstLine="3542"/>
                      <w:jc w:val="right"/>
                      <w:rPr>
                        <w:rFonts w:ascii="Arial Narrow" w:hAnsi="Arial Narrow" w:cs="Lucida Sans Unicode"/>
                        <w:b/>
                        <w:sz w:val="14"/>
                        <w:szCs w:val="14"/>
                      </w:rPr>
                    </w:pPr>
                    <w:r w:rsidRPr="00D66D45">
                      <w:rPr>
                        <w:rFonts w:ascii="Arial Narrow" w:hAnsi="Arial Narrow" w:cs="Lucida Sans Unicode"/>
                        <w:b/>
                        <w:sz w:val="14"/>
                        <w:szCs w:val="14"/>
                      </w:rPr>
                      <w:t>MENHIR projekt, s.r.o.</w:t>
                    </w:r>
                    <w:r w:rsidRPr="00D66D45">
                      <w:rPr>
                        <w:rFonts w:ascii="Arial Narrow" w:hAnsi="Arial Narrow" w:cs="Lucida Sans Unicode"/>
                        <w:b/>
                        <w:sz w:val="14"/>
                        <w:szCs w:val="14"/>
                      </w:rPr>
                      <w:tab/>
                    </w:r>
                  </w:p>
                  <w:p w:rsidR="003751B8" w:rsidRPr="00D66D45" w:rsidRDefault="003751B8" w:rsidP="007F1A49">
                    <w:pPr>
                      <w:pStyle w:val="Zhlav"/>
                      <w:tabs>
                        <w:tab w:val="left" w:pos="6804"/>
                      </w:tabs>
                      <w:ind w:left="2554" w:firstLine="1557"/>
                      <w:jc w:val="right"/>
                      <w:rPr>
                        <w:rFonts w:ascii="Arial Narrow" w:hAnsi="Arial Narrow" w:cs="Lucida Sans Unicode"/>
                        <w:b/>
                        <w:sz w:val="14"/>
                        <w:szCs w:val="14"/>
                      </w:rPr>
                    </w:pPr>
                    <w:r w:rsidRPr="00D66D45">
                      <w:rPr>
                        <w:rFonts w:ascii="Arial Narrow" w:hAnsi="Arial Narrow" w:cs="Lucida Sans Unicode"/>
                        <w:b/>
                        <w:sz w:val="14"/>
                        <w:szCs w:val="14"/>
                      </w:rPr>
                      <w:tab/>
                    </w:r>
                    <w:r w:rsidR="00A46BC4">
                      <w:rPr>
                        <w:rFonts w:ascii="Arial Narrow" w:hAnsi="Arial Narrow" w:cs="Lucida Sans Unicode"/>
                        <w:b/>
                        <w:sz w:val="14"/>
                        <w:szCs w:val="14"/>
                      </w:rPr>
                      <w:t>Lazaretní 11, 615</w:t>
                    </w:r>
                    <w:r w:rsidRPr="00D66D45">
                      <w:rPr>
                        <w:rFonts w:ascii="Arial Narrow" w:hAnsi="Arial Narrow" w:cs="Lucida Sans Unicode"/>
                        <w:b/>
                        <w:sz w:val="14"/>
                        <w:szCs w:val="14"/>
                      </w:rPr>
                      <w:t xml:space="preserve"> 00 Brno</w:t>
                    </w:r>
                  </w:p>
                  <w:p w:rsidR="003751B8" w:rsidRPr="00D66D45" w:rsidRDefault="003751B8" w:rsidP="007F1A49">
                    <w:pPr>
                      <w:pStyle w:val="Zhlav"/>
                      <w:ind w:firstLine="1557"/>
                      <w:jc w:val="right"/>
                      <w:rPr>
                        <w:rFonts w:ascii="Arial Narrow" w:hAnsi="Arial Narrow" w:cs="Lucida Sans Unicode"/>
                        <w:b/>
                        <w:sz w:val="14"/>
                        <w:szCs w:val="14"/>
                      </w:rPr>
                    </w:pPr>
                    <w:r w:rsidRPr="00D66D45">
                      <w:rPr>
                        <w:rFonts w:ascii="Arial Narrow" w:hAnsi="Arial Narrow" w:cs="Lucida Sans Unicode"/>
                        <w:b/>
                        <w:sz w:val="14"/>
                        <w:szCs w:val="14"/>
                      </w:rPr>
                      <w:t>IČ:  634 70 250</w:t>
                    </w:r>
                  </w:p>
                  <w:p w:rsidR="003751B8" w:rsidRPr="00D66D45" w:rsidRDefault="003751B8" w:rsidP="007F1A49">
                    <w:pPr>
                      <w:pStyle w:val="Zhlav"/>
                      <w:pBdr>
                        <w:bottom w:val="single" w:sz="4" w:space="1" w:color="auto"/>
                      </w:pBdr>
                      <w:spacing w:before="0"/>
                      <w:ind w:firstLine="1557"/>
                      <w:jc w:val="right"/>
                      <w:rPr>
                        <w:sz w:val="14"/>
                        <w:szCs w:val="14"/>
                      </w:rPr>
                    </w:pPr>
                    <w:r w:rsidRPr="00D66D45">
                      <w:rPr>
                        <w:rFonts w:ascii="Arial Narrow" w:hAnsi="Arial Narrow" w:cs="Lucida Sans Unicode"/>
                        <w:b/>
                        <w:sz w:val="14"/>
                        <w:szCs w:val="14"/>
                      </w:rPr>
                      <w:t>Komplexní služby v oboru pozemní stavitelství. Tepelná ochrana budov.</w:t>
                    </w:r>
                  </w:p>
                  <w:p w:rsidR="003751B8" w:rsidRPr="00D66D45" w:rsidRDefault="003751B8" w:rsidP="007F1A49">
                    <w:pPr>
                      <w:rPr>
                        <w:sz w:val="14"/>
                        <w:szCs w:val="14"/>
                      </w:rPr>
                    </w:pPr>
                    <w:r w:rsidRPr="00D66D45">
                      <w:rPr>
                        <w:rFonts w:ascii="Arial Narrow" w:hAnsi="Arial Narrow"/>
                        <w:sz w:val="14"/>
                        <w:szCs w:val="14"/>
                      </w:rPr>
                      <w:t>www.menhirprojekt.cz</w:t>
                    </w:r>
                    <w:r w:rsidRPr="00D66D45">
                      <w:rPr>
                        <w:rFonts w:ascii="Arial Narrow" w:hAnsi="Arial Narrow"/>
                        <w:sz w:val="14"/>
                        <w:szCs w:val="14"/>
                      </w:rPr>
                      <w:tab/>
                      <w:t xml:space="preserve">                                                    </w:t>
                    </w:r>
                    <w:r w:rsidRPr="00D66D45">
                      <w:rPr>
                        <w:rFonts w:ascii="Arial Narrow" w:hAnsi="Arial Narrow"/>
                        <w:sz w:val="14"/>
                        <w:szCs w:val="14"/>
                      </w:rPr>
                      <w:tab/>
                    </w:r>
                    <w:r w:rsidRPr="00D66D45">
                      <w:rPr>
                        <w:rFonts w:ascii="Arial Narrow" w:hAnsi="Arial Narrow"/>
                        <w:sz w:val="14"/>
                        <w:szCs w:val="14"/>
                      </w:rPr>
                      <w:tab/>
                    </w:r>
                    <w:r w:rsidRPr="00D66D45">
                      <w:rPr>
                        <w:rFonts w:ascii="Arial Narrow" w:hAnsi="Arial Narrow"/>
                        <w:sz w:val="14"/>
                        <w:szCs w:val="14"/>
                      </w:rPr>
                      <w:tab/>
                      <w:t xml:space="preserve">  </w:t>
                    </w:r>
                    <w:r>
                      <w:rPr>
                        <w:rFonts w:ascii="Arial Narrow" w:hAnsi="Arial Narrow"/>
                        <w:sz w:val="14"/>
                        <w:szCs w:val="14"/>
                      </w:rPr>
                      <w:t xml:space="preserve">          </w:t>
                    </w:r>
                    <w:r w:rsidRPr="00D66D45">
                      <w:rPr>
                        <w:rFonts w:ascii="Arial Narrow" w:hAnsi="Arial Narrow"/>
                        <w:sz w:val="14"/>
                        <w:szCs w:val="14"/>
                      </w:rPr>
                      <w:t>Tel: 543 215 215, Mobil: 604 200 092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8C729A80"/>
    <w:lvl w:ilvl="0">
      <w:start w:val="1"/>
      <w:numFmt w:val="decimal"/>
      <w:pStyle w:val="Nadpis1"/>
      <w:lvlText w:val="%1."/>
      <w:legacy w:legacy="1" w:legacySpace="144" w:legacyIndent="851"/>
      <w:lvlJc w:val="left"/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lowerLetter"/>
      <w:lvlText w:val="%5)"/>
      <w:legacy w:legacy="1" w:legacySpace="0" w:legacyIndent="397"/>
      <w:lvlJc w:val="left"/>
    </w:lvl>
    <w:lvl w:ilvl="5">
      <w:start w:val="1"/>
      <w:numFmt w:val="decimal"/>
      <w:pStyle w:val="Nadpis6"/>
      <w:lvlText w:val="%5).%6"/>
      <w:legacy w:legacy="1" w:legacySpace="144" w:legacyIndent="0"/>
      <w:lvlJc w:val="left"/>
    </w:lvl>
    <w:lvl w:ilvl="6">
      <w:start w:val="1"/>
      <w:numFmt w:val="decimal"/>
      <w:pStyle w:val="Nadpis7"/>
      <w:lvlText w:val="%5).%6.%7"/>
      <w:legacy w:legacy="1" w:legacySpace="144" w:legacyIndent="0"/>
      <w:lvlJc w:val="left"/>
    </w:lvl>
    <w:lvl w:ilvl="7">
      <w:start w:val="1"/>
      <w:numFmt w:val="decimal"/>
      <w:pStyle w:val="Nadpis8"/>
      <w:lvlText w:val="%5).%6.%7.%8"/>
      <w:legacy w:legacy="1" w:legacySpace="144" w:legacyIndent="0"/>
      <w:lvlJc w:val="left"/>
    </w:lvl>
    <w:lvl w:ilvl="8">
      <w:start w:val="1"/>
      <w:numFmt w:val="decimal"/>
      <w:pStyle w:val="Nadpis9"/>
      <w:lvlText w:val="%5).%6.%7.%8.%9"/>
      <w:legacy w:legacy="1" w:legacySpace="144" w:legacyIndent="0"/>
      <w:lvlJc w:val="left"/>
    </w:lvl>
  </w:abstractNum>
  <w:abstractNum w:abstractNumId="1" w15:restartNumberingAfterBreak="0">
    <w:nsid w:val="12C66A77"/>
    <w:multiLevelType w:val="singleLevel"/>
    <w:tmpl w:val="F50683E8"/>
    <w:lvl w:ilvl="0">
      <w:start w:val="1"/>
      <w:numFmt w:val="bullet"/>
      <w:pStyle w:val="odrky2"/>
      <w:lvlText w:val=""/>
      <w:lvlJc w:val="left"/>
      <w:pPr>
        <w:tabs>
          <w:tab w:val="num" w:pos="2410"/>
        </w:tabs>
        <w:ind w:left="2410" w:hanging="425"/>
      </w:pPr>
      <w:rPr>
        <w:rFonts w:ascii="Symbol" w:hAnsi="Symbol" w:hint="default"/>
      </w:rPr>
    </w:lvl>
  </w:abstractNum>
  <w:abstractNum w:abstractNumId="2" w15:restartNumberingAfterBreak="0">
    <w:nsid w:val="12ED41F9"/>
    <w:multiLevelType w:val="hybridMultilevel"/>
    <w:tmpl w:val="9E3CCC8A"/>
    <w:lvl w:ilvl="0" w:tplc="99D285CE">
      <w:start w:val="1"/>
      <w:numFmt w:val="decimalZero"/>
      <w:lvlText w:val="%1"/>
      <w:lvlJc w:val="left"/>
      <w:pPr>
        <w:ind w:left="1433" w:hanging="8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" w15:restartNumberingAfterBreak="0">
    <w:nsid w:val="19ED5A41"/>
    <w:multiLevelType w:val="singleLevel"/>
    <w:tmpl w:val="C8D4FA18"/>
    <w:lvl w:ilvl="0">
      <w:start w:val="1"/>
      <w:numFmt w:val="bullet"/>
      <w:pStyle w:val="odrky1"/>
      <w:lvlText w:val="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</w:abstractNum>
  <w:abstractNum w:abstractNumId="4" w15:restartNumberingAfterBreak="0">
    <w:nsid w:val="67F86C90"/>
    <w:multiLevelType w:val="singleLevel"/>
    <w:tmpl w:val="46DA7EEE"/>
    <w:lvl w:ilvl="0">
      <w:start w:val="1"/>
      <w:numFmt w:val="decimalZero"/>
      <w:lvlText w:val="%1"/>
      <w:lvlJc w:val="left"/>
      <w:pPr>
        <w:tabs>
          <w:tab w:val="num" w:pos="3393"/>
        </w:tabs>
        <w:ind w:left="3393" w:hanging="705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1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D04"/>
    <w:rsid w:val="00002FD5"/>
    <w:rsid w:val="0001054E"/>
    <w:rsid w:val="00012870"/>
    <w:rsid w:val="00025049"/>
    <w:rsid w:val="00026F36"/>
    <w:rsid w:val="00045580"/>
    <w:rsid w:val="00060639"/>
    <w:rsid w:val="00091735"/>
    <w:rsid w:val="000A02F0"/>
    <w:rsid w:val="000D01DB"/>
    <w:rsid w:val="000D71B1"/>
    <w:rsid w:val="000F0A8B"/>
    <w:rsid w:val="00105DC6"/>
    <w:rsid w:val="00121BB4"/>
    <w:rsid w:val="00126009"/>
    <w:rsid w:val="0012755F"/>
    <w:rsid w:val="00136DD3"/>
    <w:rsid w:val="00190627"/>
    <w:rsid w:val="0019498E"/>
    <w:rsid w:val="001B5733"/>
    <w:rsid w:val="001C1CEA"/>
    <w:rsid w:val="001E76E8"/>
    <w:rsid w:val="001E7C6C"/>
    <w:rsid w:val="00212077"/>
    <w:rsid w:val="00222C4D"/>
    <w:rsid w:val="00235A06"/>
    <w:rsid w:val="00243673"/>
    <w:rsid w:val="002450EE"/>
    <w:rsid w:val="00266D15"/>
    <w:rsid w:val="002673BA"/>
    <w:rsid w:val="0027616F"/>
    <w:rsid w:val="00281790"/>
    <w:rsid w:val="002857F8"/>
    <w:rsid w:val="00294598"/>
    <w:rsid w:val="002D3F67"/>
    <w:rsid w:val="002E2A07"/>
    <w:rsid w:val="002E50CC"/>
    <w:rsid w:val="002F2FA9"/>
    <w:rsid w:val="00302A66"/>
    <w:rsid w:val="00306080"/>
    <w:rsid w:val="0031159A"/>
    <w:rsid w:val="00321386"/>
    <w:rsid w:val="0033320B"/>
    <w:rsid w:val="00335310"/>
    <w:rsid w:val="003607C2"/>
    <w:rsid w:val="00361079"/>
    <w:rsid w:val="00367D04"/>
    <w:rsid w:val="003751B8"/>
    <w:rsid w:val="00386752"/>
    <w:rsid w:val="00387F64"/>
    <w:rsid w:val="003B0FB8"/>
    <w:rsid w:val="003B30CC"/>
    <w:rsid w:val="003B35EE"/>
    <w:rsid w:val="003B475B"/>
    <w:rsid w:val="003B48F3"/>
    <w:rsid w:val="003C4592"/>
    <w:rsid w:val="003D204A"/>
    <w:rsid w:val="003D6C6C"/>
    <w:rsid w:val="003F6AB8"/>
    <w:rsid w:val="003F6F9B"/>
    <w:rsid w:val="0042164B"/>
    <w:rsid w:val="004327B2"/>
    <w:rsid w:val="0045042A"/>
    <w:rsid w:val="0045422A"/>
    <w:rsid w:val="004A2461"/>
    <w:rsid w:val="004B4D09"/>
    <w:rsid w:val="004C0247"/>
    <w:rsid w:val="004C1EB9"/>
    <w:rsid w:val="004C6A55"/>
    <w:rsid w:val="004E0EF1"/>
    <w:rsid w:val="004E77E6"/>
    <w:rsid w:val="004F0A76"/>
    <w:rsid w:val="004F44E2"/>
    <w:rsid w:val="00501531"/>
    <w:rsid w:val="00506CA1"/>
    <w:rsid w:val="00511ED8"/>
    <w:rsid w:val="0052212F"/>
    <w:rsid w:val="0052510F"/>
    <w:rsid w:val="00527641"/>
    <w:rsid w:val="005A6887"/>
    <w:rsid w:val="005B4753"/>
    <w:rsid w:val="005C700D"/>
    <w:rsid w:val="005D7A16"/>
    <w:rsid w:val="005F278E"/>
    <w:rsid w:val="005F2F48"/>
    <w:rsid w:val="005F3A83"/>
    <w:rsid w:val="005F5EFC"/>
    <w:rsid w:val="00600B4F"/>
    <w:rsid w:val="006030D2"/>
    <w:rsid w:val="00630697"/>
    <w:rsid w:val="006539FB"/>
    <w:rsid w:val="00664165"/>
    <w:rsid w:val="0067152C"/>
    <w:rsid w:val="00696F6C"/>
    <w:rsid w:val="006A36B5"/>
    <w:rsid w:val="006C432C"/>
    <w:rsid w:val="006F01E5"/>
    <w:rsid w:val="006F555A"/>
    <w:rsid w:val="0070787B"/>
    <w:rsid w:val="0072390A"/>
    <w:rsid w:val="007268E1"/>
    <w:rsid w:val="00727E90"/>
    <w:rsid w:val="0074103B"/>
    <w:rsid w:val="00775F17"/>
    <w:rsid w:val="00795684"/>
    <w:rsid w:val="007A38A5"/>
    <w:rsid w:val="007C30F3"/>
    <w:rsid w:val="007F1A49"/>
    <w:rsid w:val="0081063C"/>
    <w:rsid w:val="0082099D"/>
    <w:rsid w:val="008223BF"/>
    <w:rsid w:val="00826F3F"/>
    <w:rsid w:val="00834B15"/>
    <w:rsid w:val="00835FFE"/>
    <w:rsid w:val="00860139"/>
    <w:rsid w:val="00860EAB"/>
    <w:rsid w:val="00877A81"/>
    <w:rsid w:val="008A2077"/>
    <w:rsid w:val="008D3DAD"/>
    <w:rsid w:val="00921177"/>
    <w:rsid w:val="00967CA5"/>
    <w:rsid w:val="00984B02"/>
    <w:rsid w:val="00986942"/>
    <w:rsid w:val="0099414E"/>
    <w:rsid w:val="009C11B1"/>
    <w:rsid w:val="009E3C3E"/>
    <w:rsid w:val="009E4F57"/>
    <w:rsid w:val="009F7B55"/>
    <w:rsid w:val="00A03BB8"/>
    <w:rsid w:val="00A05F11"/>
    <w:rsid w:val="00A065E8"/>
    <w:rsid w:val="00A115A6"/>
    <w:rsid w:val="00A3477E"/>
    <w:rsid w:val="00A46BC4"/>
    <w:rsid w:val="00A574A6"/>
    <w:rsid w:val="00A61943"/>
    <w:rsid w:val="00A83BF3"/>
    <w:rsid w:val="00AB62AD"/>
    <w:rsid w:val="00AB6321"/>
    <w:rsid w:val="00AC0D18"/>
    <w:rsid w:val="00AC1179"/>
    <w:rsid w:val="00AC5971"/>
    <w:rsid w:val="00AE4399"/>
    <w:rsid w:val="00B047E2"/>
    <w:rsid w:val="00B059B0"/>
    <w:rsid w:val="00B20E94"/>
    <w:rsid w:val="00B264C5"/>
    <w:rsid w:val="00B4727F"/>
    <w:rsid w:val="00B56716"/>
    <w:rsid w:val="00B60134"/>
    <w:rsid w:val="00B8569B"/>
    <w:rsid w:val="00B968ED"/>
    <w:rsid w:val="00BC478E"/>
    <w:rsid w:val="00BE70BF"/>
    <w:rsid w:val="00BE78EF"/>
    <w:rsid w:val="00C02D36"/>
    <w:rsid w:val="00C11448"/>
    <w:rsid w:val="00C13D4D"/>
    <w:rsid w:val="00C179DF"/>
    <w:rsid w:val="00C20C5E"/>
    <w:rsid w:val="00C37C20"/>
    <w:rsid w:val="00C44CB1"/>
    <w:rsid w:val="00C60209"/>
    <w:rsid w:val="00C64710"/>
    <w:rsid w:val="00C66E6E"/>
    <w:rsid w:val="00C66F8E"/>
    <w:rsid w:val="00C71CF4"/>
    <w:rsid w:val="00C73C68"/>
    <w:rsid w:val="00C85673"/>
    <w:rsid w:val="00CA3CB7"/>
    <w:rsid w:val="00CB29C7"/>
    <w:rsid w:val="00CC0EEE"/>
    <w:rsid w:val="00CC2B9A"/>
    <w:rsid w:val="00CC2D82"/>
    <w:rsid w:val="00CC3770"/>
    <w:rsid w:val="00CC3BC8"/>
    <w:rsid w:val="00CE4E3B"/>
    <w:rsid w:val="00CF64B2"/>
    <w:rsid w:val="00D102B6"/>
    <w:rsid w:val="00D115BB"/>
    <w:rsid w:val="00D16924"/>
    <w:rsid w:val="00D338BD"/>
    <w:rsid w:val="00D43022"/>
    <w:rsid w:val="00D6063F"/>
    <w:rsid w:val="00D632C5"/>
    <w:rsid w:val="00D66D45"/>
    <w:rsid w:val="00D87FA5"/>
    <w:rsid w:val="00DA1C77"/>
    <w:rsid w:val="00DA7E8A"/>
    <w:rsid w:val="00DC2000"/>
    <w:rsid w:val="00DC6355"/>
    <w:rsid w:val="00DD57D3"/>
    <w:rsid w:val="00DF53D5"/>
    <w:rsid w:val="00E05EDF"/>
    <w:rsid w:val="00E128D9"/>
    <w:rsid w:val="00E224E9"/>
    <w:rsid w:val="00E27691"/>
    <w:rsid w:val="00E31586"/>
    <w:rsid w:val="00E44D34"/>
    <w:rsid w:val="00E56D4F"/>
    <w:rsid w:val="00E85069"/>
    <w:rsid w:val="00E94362"/>
    <w:rsid w:val="00EB0914"/>
    <w:rsid w:val="00EB5C16"/>
    <w:rsid w:val="00EC3C41"/>
    <w:rsid w:val="00EC4EDA"/>
    <w:rsid w:val="00ED6DDE"/>
    <w:rsid w:val="00EE2376"/>
    <w:rsid w:val="00EE7394"/>
    <w:rsid w:val="00EF0DC4"/>
    <w:rsid w:val="00EF1E71"/>
    <w:rsid w:val="00F04FB5"/>
    <w:rsid w:val="00F05D4E"/>
    <w:rsid w:val="00F10377"/>
    <w:rsid w:val="00F25908"/>
    <w:rsid w:val="00F33E15"/>
    <w:rsid w:val="00F4789E"/>
    <w:rsid w:val="00F52791"/>
    <w:rsid w:val="00F63E8F"/>
    <w:rsid w:val="00F80F26"/>
    <w:rsid w:val="00F97F78"/>
    <w:rsid w:val="00FA2DFC"/>
    <w:rsid w:val="00FA589C"/>
    <w:rsid w:val="00FB268D"/>
    <w:rsid w:val="00FC2CBD"/>
    <w:rsid w:val="00FC5840"/>
    <w:rsid w:val="00FE2CC4"/>
    <w:rsid w:val="00FE7F2E"/>
    <w:rsid w:val="00FF3C76"/>
    <w:rsid w:val="00FF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F344D36-D032-4441-9CE8-2B035E2F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787B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odsazen"/>
    <w:qFormat/>
    <w:rsid w:val="0070787B"/>
    <w:pPr>
      <w:keepNext/>
      <w:numPr>
        <w:numId w:val="1"/>
      </w:numPr>
      <w:spacing w:before="480" w:after="60"/>
      <w:ind w:left="851" w:hanging="851"/>
      <w:outlineLvl w:val="0"/>
    </w:pPr>
    <w:rPr>
      <w:b/>
      <w:caps/>
      <w:kern w:val="28"/>
      <w:sz w:val="24"/>
      <w:u w:val="single"/>
    </w:rPr>
  </w:style>
  <w:style w:type="paragraph" w:styleId="Nadpis2">
    <w:name w:val="heading 2"/>
    <w:basedOn w:val="Normln"/>
    <w:next w:val="Normlnodsazen"/>
    <w:qFormat/>
    <w:rsid w:val="0070787B"/>
    <w:pPr>
      <w:keepNext/>
      <w:numPr>
        <w:ilvl w:val="1"/>
        <w:numId w:val="2"/>
      </w:numPr>
      <w:spacing w:before="240" w:after="60"/>
      <w:ind w:left="851" w:hanging="851"/>
      <w:outlineLvl w:val="1"/>
    </w:pPr>
    <w:rPr>
      <w:b/>
      <w:u w:val="single"/>
    </w:rPr>
  </w:style>
  <w:style w:type="paragraph" w:styleId="Nadpis3">
    <w:name w:val="heading 3"/>
    <w:basedOn w:val="Normln"/>
    <w:next w:val="Normlnodsazen"/>
    <w:qFormat/>
    <w:rsid w:val="0070787B"/>
    <w:pPr>
      <w:keepNext/>
      <w:numPr>
        <w:ilvl w:val="2"/>
        <w:numId w:val="3"/>
      </w:numPr>
      <w:spacing w:before="240" w:after="60"/>
      <w:ind w:left="851" w:hanging="851"/>
      <w:outlineLvl w:val="2"/>
    </w:pPr>
    <w:rPr>
      <w:b/>
      <w:i/>
    </w:rPr>
  </w:style>
  <w:style w:type="paragraph" w:styleId="Nadpis4">
    <w:name w:val="heading 4"/>
    <w:basedOn w:val="Normln"/>
    <w:next w:val="Normlnodsazen"/>
    <w:qFormat/>
    <w:rsid w:val="0070787B"/>
    <w:pPr>
      <w:keepNext/>
      <w:numPr>
        <w:ilvl w:val="3"/>
        <w:numId w:val="4"/>
      </w:numPr>
      <w:spacing w:before="240" w:after="60"/>
      <w:ind w:left="851" w:hanging="851"/>
      <w:outlineLvl w:val="3"/>
    </w:pPr>
    <w:rPr>
      <w:b/>
    </w:rPr>
  </w:style>
  <w:style w:type="paragraph" w:styleId="Nadpis5">
    <w:name w:val="heading 5"/>
    <w:basedOn w:val="Normln"/>
    <w:next w:val="Normlnodsazen"/>
    <w:qFormat/>
    <w:rsid w:val="0070787B"/>
    <w:pPr>
      <w:spacing w:before="240" w:after="60"/>
      <w:ind w:left="851"/>
      <w:outlineLvl w:val="4"/>
    </w:pPr>
    <w:rPr>
      <w:i/>
      <w:u w:val="single"/>
    </w:rPr>
  </w:style>
  <w:style w:type="paragraph" w:styleId="Nadpis6">
    <w:name w:val="heading 6"/>
    <w:basedOn w:val="Normln"/>
    <w:next w:val="Normlnodsazen"/>
    <w:qFormat/>
    <w:rsid w:val="0070787B"/>
    <w:pPr>
      <w:numPr>
        <w:ilvl w:val="5"/>
        <w:numId w:val="6"/>
      </w:numPr>
      <w:spacing w:before="240" w:after="60"/>
      <w:ind w:left="1248"/>
      <w:outlineLvl w:val="5"/>
    </w:pPr>
    <w:rPr>
      <w:i/>
      <w:sz w:val="24"/>
    </w:rPr>
  </w:style>
  <w:style w:type="paragraph" w:styleId="Nadpis7">
    <w:name w:val="heading 7"/>
    <w:basedOn w:val="Normln"/>
    <w:next w:val="Normlnodsazen"/>
    <w:qFormat/>
    <w:rsid w:val="0070787B"/>
    <w:pPr>
      <w:keepNext/>
      <w:numPr>
        <w:ilvl w:val="6"/>
        <w:numId w:val="7"/>
      </w:numPr>
      <w:spacing w:before="240" w:after="120"/>
      <w:ind w:left="1248"/>
      <w:outlineLvl w:val="6"/>
    </w:pPr>
    <w:rPr>
      <w:rFonts w:ascii=".HelveticaTTEE" w:hAnsi=".HelveticaTTEE"/>
      <w:b/>
      <w:sz w:val="24"/>
      <w:u w:val="single"/>
    </w:rPr>
  </w:style>
  <w:style w:type="paragraph" w:styleId="Nadpis8">
    <w:name w:val="heading 8"/>
    <w:basedOn w:val="Normln"/>
    <w:next w:val="Normlnodsazen"/>
    <w:qFormat/>
    <w:rsid w:val="0070787B"/>
    <w:pPr>
      <w:keepNext/>
      <w:numPr>
        <w:ilvl w:val="7"/>
        <w:numId w:val="8"/>
      </w:numPr>
      <w:spacing w:before="240" w:after="120"/>
      <w:ind w:left="1248"/>
      <w:outlineLvl w:val="7"/>
    </w:pPr>
    <w:rPr>
      <w:rFonts w:ascii=".HelveticaTTEE" w:hAnsi=".HelveticaTTEE"/>
      <w:b/>
      <w:i/>
      <w:sz w:val="24"/>
    </w:rPr>
  </w:style>
  <w:style w:type="paragraph" w:styleId="Nadpis9">
    <w:name w:val="heading 9"/>
    <w:basedOn w:val="Normln"/>
    <w:next w:val="Normln"/>
    <w:qFormat/>
    <w:rsid w:val="0070787B"/>
    <w:pPr>
      <w:numPr>
        <w:ilvl w:val="8"/>
        <w:numId w:val="9"/>
      </w:numPr>
      <w:spacing w:before="240" w:after="60"/>
      <w:ind w:left="1248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rsid w:val="0070787B"/>
    <w:rPr>
      <w:rFonts w:ascii=".HelveticaTTEE" w:hAnsi=".HelveticaTTEE"/>
      <w:b/>
      <w:sz w:val="20"/>
    </w:rPr>
  </w:style>
  <w:style w:type="paragraph" w:customStyle="1" w:styleId="slovn1">
    <w:name w:val="číslování 1."/>
    <w:basedOn w:val="Normln"/>
    <w:rsid w:val="0070787B"/>
    <w:pPr>
      <w:spacing w:before="20" w:after="20"/>
      <w:ind w:left="1701" w:hanging="425"/>
    </w:pPr>
  </w:style>
  <w:style w:type="paragraph" w:customStyle="1" w:styleId="slovna">
    <w:name w:val="číslování a)"/>
    <w:basedOn w:val="Normln"/>
    <w:rsid w:val="0070787B"/>
    <w:pPr>
      <w:spacing w:before="20" w:after="20"/>
      <w:ind w:left="1701" w:hanging="425"/>
    </w:pPr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rsid w:val="0070787B"/>
    <w:pPr>
      <w:spacing w:after="60"/>
      <w:ind w:left="851"/>
    </w:pPr>
  </w:style>
  <w:style w:type="paragraph" w:styleId="Obsah1">
    <w:name w:val="toc 1"/>
    <w:basedOn w:val="Normln"/>
    <w:next w:val="Normln"/>
    <w:autoRedefine/>
    <w:semiHidden/>
    <w:rsid w:val="0070787B"/>
    <w:pPr>
      <w:tabs>
        <w:tab w:val="right" w:leader="dot" w:pos="9498"/>
      </w:tabs>
      <w:spacing w:before="360" w:after="120"/>
      <w:ind w:left="992" w:right="709" w:hanging="425"/>
      <w:jc w:val="left"/>
    </w:pPr>
    <w:rPr>
      <w:b/>
      <w:noProof/>
    </w:rPr>
  </w:style>
  <w:style w:type="paragraph" w:styleId="Obsah2">
    <w:name w:val="toc 2"/>
    <w:basedOn w:val="Normln"/>
    <w:next w:val="Normln"/>
    <w:autoRedefine/>
    <w:semiHidden/>
    <w:rsid w:val="0070787B"/>
    <w:pPr>
      <w:tabs>
        <w:tab w:val="right" w:leader="dot" w:pos="9498"/>
      </w:tabs>
      <w:spacing w:before="40" w:after="40"/>
      <w:ind w:left="1560" w:right="709" w:hanging="567"/>
      <w:jc w:val="left"/>
    </w:pPr>
    <w:rPr>
      <w:noProof/>
    </w:rPr>
  </w:style>
  <w:style w:type="paragraph" w:styleId="Obsah3">
    <w:name w:val="toc 3"/>
    <w:basedOn w:val="Normln"/>
    <w:next w:val="Normln"/>
    <w:autoRedefine/>
    <w:semiHidden/>
    <w:rsid w:val="0070787B"/>
    <w:pPr>
      <w:tabs>
        <w:tab w:val="right" w:leader="dot" w:pos="9498"/>
      </w:tabs>
      <w:spacing w:before="20" w:after="20"/>
      <w:ind w:left="2268" w:right="709" w:hanging="709"/>
    </w:pPr>
    <w:rPr>
      <w:noProof/>
    </w:rPr>
  </w:style>
  <w:style w:type="paragraph" w:styleId="Obsah4">
    <w:name w:val="toc 4"/>
    <w:basedOn w:val="Normln"/>
    <w:next w:val="Normln"/>
    <w:autoRedefine/>
    <w:semiHidden/>
    <w:rsid w:val="0070787B"/>
    <w:pPr>
      <w:tabs>
        <w:tab w:val="right" w:leader="dot" w:pos="9498"/>
      </w:tabs>
      <w:ind w:left="720"/>
    </w:pPr>
  </w:style>
  <w:style w:type="paragraph" w:styleId="Obsah5">
    <w:name w:val="toc 5"/>
    <w:basedOn w:val="Normln"/>
    <w:next w:val="Normln"/>
    <w:autoRedefine/>
    <w:semiHidden/>
    <w:rsid w:val="0070787B"/>
    <w:pPr>
      <w:tabs>
        <w:tab w:val="right" w:leader="dot" w:pos="9498"/>
      </w:tabs>
      <w:ind w:left="960"/>
    </w:pPr>
  </w:style>
  <w:style w:type="paragraph" w:styleId="Obsah6">
    <w:name w:val="toc 6"/>
    <w:basedOn w:val="Normln"/>
    <w:next w:val="Normln"/>
    <w:autoRedefine/>
    <w:semiHidden/>
    <w:rsid w:val="0070787B"/>
    <w:pPr>
      <w:tabs>
        <w:tab w:val="right" w:leader="dot" w:pos="9498"/>
      </w:tabs>
      <w:ind w:left="1200"/>
    </w:pPr>
  </w:style>
  <w:style w:type="paragraph" w:styleId="Obsah7">
    <w:name w:val="toc 7"/>
    <w:basedOn w:val="Normln"/>
    <w:next w:val="Normln"/>
    <w:autoRedefine/>
    <w:semiHidden/>
    <w:rsid w:val="0070787B"/>
    <w:pPr>
      <w:tabs>
        <w:tab w:val="right" w:leader="dot" w:pos="9498"/>
      </w:tabs>
      <w:ind w:left="1440"/>
    </w:pPr>
  </w:style>
  <w:style w:type="paragraph" w:styleId="Obsah8">
    <w:name w:val="toc 8"/>
    <w:basedOn w:val="Normln"/>
    <w:next w:val="Normln"/>
    <w:autoRedefine/>
    <w:semiHidden/>
    <w:rsid w:val="0070787B"/>
    <w:pPr>
      <w:tabs>
        <w:tab w:val="right" w:leader="dot" w:pos="9498"/>
      </w:tabs>
      <w:ind w:left="1680"/>
    </w:pPr>
  </w:style>
  <w:style w:type="paragraph" w:styleId="Obsah9">
    <w:name w:val="toc 9"/>
    <w:basedOn w:val="Normln"/>
    <w:next w:val="Normln"/>
    <w:autoRedefine/>
    <w:semiHidden/>
    <w:rsid w:val="0070787B"/>
    <w:pPr>
      <w:tabs>
        <w:tab w:val="right" w:leader="dot" w:pos="9498"/>
      </w:tabs>
      <w:ind w:left="1920"/>
    </w:pPr>
  </w:style>
  <w:style w:type="paragraph" w:customStyle="1" w:styleId="odrky">
    <w:name w:val="odrážky"/>
    <w:basedOn w:val="Normlnodsazen"/>
    <w:rsid w:val="0070787B"/>
    <w:pPr>
      <w:spacing w:before="20" w:after="40"/>
      <w:ind w:left="2268" w:hanging="283"/>
    </w:pPr>
  </w:style>
  <w:style w:type="paragraph" w:customStyle="1" w:styleId="odrky1">
    <w:name w:val="odrážky 1"/>
    <w:basedOn w:val="Normlnodsazen"/>
    <w:rsid w:val="0070787B"/>
    <w:pPr>
      <w:numPr>
        <w:numId w:val="10"/>
      </w:numPr>
      <w:tabs>
        <w:tab w:val="clear" w:pos="1276"/>
      </w:tabs>
      <w:spacing w:before="20" w:after="20"/>
    </w:pPr>
  </w:style>
  <w:style w:type="paragraph" w:customStyle="1" w:styleId="Odsazen">
    <w:name w:val="Odsazený"/>
    <w:basedOn w:val="Normlnodsazen"/>
    <w:rsid w:val="0070787B"/>
    <w:pPr>
      <w:tabs>
        <w:tab w:val="left" w:pos="2552"/>
      </w:tabs>
      <w:ind w:left="1843"/>
    </w:pPr>
  </w:style>
  <w:style w:type="paragraph" w:styleId="Zhlav">
    <w:name w:val="header"/>
    <w:basedOn w:val="Normln"/>
    <w:link w:val="ZhlavChar"/>
    <w:uiPriority w:val="99"/>
    <w:rsid w:val="007078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0787B"/>
    <w:pPr>
      <w:tabs>
        <w:tab w:val="center" w:pos="4536"/>
        <w:tab w:val="right" w:pos="9072"/>
      </w:tabs>
    </w:pPr>
  </w:style>
  <w:style w:type="paragraph" w:styleId="Zptenadresanaoblku">
    <w:name w:val="envelope return"/>
    <w:basedOn w:val="Normln"/>
    <w:rsid w:val="0070787B"/>
    <w:rPr>
      <w:sz w:val="20"/>
    </w:rPr>
  </w:style>
  <w:style w:type="paragraph" w:customStyle="1" w:styleId="odrky2">
    <w:name w:val="odrážky 2"/>
    <w:basedOn w:val="odrky"/>
    <w:rsid w:val="0070787B"/>
    <w:pPr>
      <w:numPr>
        <w:numId w:val="11"/>
      </w:numPr>
    </w:pPr>
  </w:style>
  <w:style w:type="paragraph" w:styleId="Nzev">
    <w:name w:val="Title"/>
    <w:basedOn w:val="Normln"/>
    <w:qFormat/>
    <w:rsid w:val="0070787B"/>
    <w:pPr>
      <w:pBdr>
        <w:bottom w:val="dotted" w:sz="4" w:space="1" w:color="auto"/>
      </w:pBdr>
      <w:jc w:val="center"/>
    </w:pPr>
    <w:rPr>
      <w:b/>
    </w:rPr>
  </w:style>
  <w:style w:type="paragraph" w:styleId="Podtitul">
    <w:name w:val="Subtitle"/>
    <w:basedOn w:val="Normln"/>
    <w:qFormat/>
    <w:rsid w:val="0070787B"/>
    <w:pPr>
      <w:spacing w:before="1800"/>
      <w:jc w:val="center"/>
    </w:pPr>
    <w:rPr>
      <w:caps/>
      <w:sz w:val="32"/>
    </w:rPr>
  </w:style>
  <w:style w:type="character" w:styleId="Hypertextovodkaz">
    <w:name w:val="Hyperlink"/>
    <w:rsid w:val="0070787B"/>
    <w:rPr>
      <w:color w:val="0000FF"/>
      <w:u w:val="single"/>
    </w:r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link w:val="Normlnodsazen"/>
    <w:rsid w:val="00026F36"/>
    <w:rPr>
      <w:rFonts w:ascii="Arial" w:hAnsi="Arial"/>
      <w:sz w:val="22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CC3BC8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rsid w:val="00CC3BC8"/>
    <w:pPr>
      <w:spacing w:before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CC3BC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0FB8"/>
    <w:pPr>
      <w:ind w:left="720"/>
      <w:contextualSpacing/>
    </w:pPr>
  </w:style>
  <w:style w:type="character" w:styleId="Siln">
    <w:name w:val="Strong"/>
    <w:qFormat/>
    <w:rsid w:val="00A46B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an\Data%20aplikac&#237;\Microsoft\&#352;ablony\Vlastn&#237;\&#353;t&#237;tky%20A5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CCEC7-91A7-4F49-AB08-28C76C058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štítky A5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Zateplení ZŠ Krásného 24</vt:lpstr>
    </vt:vector>
  </TitlesOfParts>
  <Company>MENHIR projekt, s.r.o.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Zateplení ZŠ Krásného 24</dc:title>
  <dc:creator>Ing. Pavla Mocová</dc:creator>
  <cp:lastModifiedBy>Účet Microsoft</cp:lastModifiedBy>
  <cp:revision>2</cp:revision>
  <cp:lastPrinted>2024-08-30T08:08:00Z</cp:lastPrinted>
  <dcterms:created xsi:type="dcterms:W3CDTF">2024-10-11T12:17:00Z</dcterms:created>
  <dcterms:modified xsi:type="dcterms:W3CDTF">2024-10-11T12:17:00Z</dcterms:modified>
</cp:coreProperties>
</file>